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E9671" w14:textId="0B8F3E2F" w:rsidR="003235C9" w:rsidRPr="00090C8B" w:rsidRDefault="00D77012" w:rsidP="009975A1">
      <w:pPr>
        <w:ind w:left="5760" w:firstLine="720"/>
        <w:rPr>
          <w:rFonts w:ascii="Archivo" w:hAnsi="Archivo" w:cs="Archivo"/>
          <w:sz w:val="22"/>
          <w:szCs w:val="22"/>
        </w:rPr>
      </w:pPr>
      <w:bookmarkStart w:id="0" w:name="_GoBack"/>
      <w:bookmarkEnd w:id="0"/>
      <w:r w:rsidRPr="00090C8B">
        <w:rPr>
          <w:rFonts w:ascii="Archivo" w:hAnsi="Archivo" w:cs="Archivo"/>
          <w:sz w:val="22"/>
          <w:szCs w:val="22"/>
        </w:rPr>
        <w:t>202</w:t>
      </w:r>
      <w:r w:rsidR="00D27201">
        <w:rPr>
          <w:rFonts w:ascii="Archivo" w:hAnsi="Archivo" w:cs="Archivo"/>
          <w:sz w:val="22"/>
          <w:szCs w:val="22"/>
        </w:rPr>
        <w:t>4</w:t>
      </w:r>
      <w:r w:rsidR="00D27201" w:rsidRPr="00090C8B">
        <w:rPr>
          <w:rFonts w:ascii="Archivo" w:hAnsi="Archivo" w:cs="Archivo"/>
          <w:sz w:val="22"/>
          <w:szCs w:val="22"/>
        </w:rPr>
        <w:t xml:space="preserve"> </w:t>
      </w:r>
      <w:r w:rsidR="00EE16CA" w:rsidRPr="00090C8B">
        <w:rPr>
          <w:rFonts w:ascii="Archivo" w:hAnsi="Archivo" w:cs="Archivo"/>
          <w:sz w:val="22"/>
          <w:szCs w:val="22"/>
        </w:rPr>
        <w:t xml:space="preserve">m.              </w:t>
      </w:r>
      <w:r w:rsidR="003235C9" w:rsidRPr="00090C8B">
        <w:rPr>
          <w:rFonts w:ascii="Archivo" w:hAnsi="Archivo" w:cs="Archivo"/>
          <w:sz w:val="22"/>
          <w:szCs w:val="22"/>
        </w:rPr>
        <w:t xml:space="preserve">                  </w:t>
      </w:r>
      <w:r w:rsidR="00EE16CA" w:rsidRPr="00090C8B">
        <w:rPr>
          <w:rFonts w:ascii="Archivo" w:hAnsi="Archivo" w:cs="Archivo"/>
          <w:sz w:val="22"/>
          <w:szCs w:val="22"/>
        </w:rPr>
        <w:t xml:space="preserve">d.  </w:t>
      </w:r>
    </w:p>
    <w:p w14:paraId="0BEE3D61" w14:textId="77777777" w:rsidR="00564448" w:rsidRPr="00090C8B" w:rsidRDefault="00EE16CA" w:rsidP="009975A1">
      <w:pPr>
        <w:ind w:left="5760" w:firstLine="720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statybos rangos</w:t>
      </w:r>
      <w:r w:rsidR="003235C9" w:rsidRPr="00090C8B">
        <w:rPr>
          <w:rFonts w:ascii="Archivo" w:hAnsi="Archivo" w:cs="Archivo"/>
          <w:sz w:val="22"/>
          <w:szCs w:val="22"/>
        </w:rPr>
        <w:t xml:space="preserve"> </w:t>
      </w:r>
      <w:r w:rsidRPr="00090C8B">
        <w:rPr>
          <w:rFonts w:ascii="Archivo" w:hAnsi="Archivo" w:cs="Archivo"/>
          <w:sz w:val="22"/>
          <w:szCs w:val="22"/>
        </w:rPr>
        <w:t xml:space="preserve">sutarties Nr.                 </w:t>
      </w:r>
    </w:p>
    <w:p w14:paraId="4DB55AED" w14:textId="77777777" w:rsidR="001324E7" w:rsidRPr="00090C8B" w:rsidRDefault="00EE16CA" w:rsidP="009975A1">
      <w:pPr>
        <w:ind w:left="5760" w:firstLine="720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1 priedas</w:t>
      </w:r>
    </w:p>
    <w:p w14:paraId="416E01C7" w14:textId="77777777" w:rsidR="00EE16CA" w:rsidRPr="00090C8B" w:rsidRDefault="00EE16CA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</w:p>
    <w:p w14:paraId="3446F44E" w14:textId="4745FA4B" w:rsidR="00EE16CA" w:rsidRPr="00090C8B" w:rsidRDefault="00EE16CA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Šį aktą sudaro _______</w:t>
      </w:r>
    </w:p>
    <w:p w14:paraId="211712FA" w14:textId="52620794" w:rsidR="00EE16CA" w:rsidRPr="00090C8B" w:rsidRDefault="00AD48EB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 xml:space="preserve">                         (lapų skaičius)</w:t>
      </w:r>
    </w:p>
    <w:p w14:paraId="15C9984D" w14:textId="77777777" w:rsidR="00AD48EB" w:rsidRPr="00090C8B" w:rsidRDefault="00AD48EB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</w:p>
    <w:p w14:paraId="0D3FD4F8" w14:textId="1201D076" w:rsidR="00FB2CE6" w:rsidRPr="00A145D7" w:rsidRDefault="001324E7" w:rsidP="00A145D7">
      <w:pPr>
        <w:autoSpaceDE w:val="0"/>
        <w:autoSpaceDN w:val="0"/>
        <w:adjustRightInd w:val="0"/>
        <w:jc w:val="center"/>
        <w:rPr>
          <w:rFonts w:ascii="Archivo" w:hAnsi="Archivo" w:cs="Archivo"/>
          <w:bCs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Objekto „</w:t>
      </w:r>
      <w:r w:rsidR="0084236D">
        <w:rPr>
          <w:rFonts w:ascii="Archivo" w:hAnsi="Archivo" w:cs="Archivo"/>
          <w:sz w:val="22"/>
          <w:szCs w:val="22"/>
        </w:rPr>
        <w:t>G</w:t>
      </w:r>
      <w:r w:rsidR="0084236D" w:rsidRPr="00780E96">
        <w:rPr>
          <w:rFonts w:ascii="Archivo" w:hAnsi="Archivo" w:cs="Archivo"/>
          <w:sz w:val="22"/>
          <w:szCs w:val="22"/>
        </w:rPr>
        <w:t xml:space="preserve">eležinkelio kelio Nr. </w:t>
      </w:r>
      <w:r w:rsidR="00D27201">
        <w:rPr>
          <w:rFonts w:ascii="Archivo" w:hAnsi="Archivo" w:cs="Archivo"/>
          <w:sz w:val="22"/>
          <w:szCs w:val="22"/>
        </w:rPr>
        <w:t>35</w:t>
      </w:r>
      <w:r w:rsidR="00D27201" w:rsidRPr="00780E96">
        <w:rPr>
          <w:rFonts w:ascii="Archivo" w:hAnsi="Archivo" w:cs="Archivo"/>
          <w:sz w:val="22"/>
          <w:szCs w:val="22"/>
        </w:rPr>
        <w:t xml:space="preserve"> </w:t>
      </w:r>
      <w:r w:rsidR="0084236D">
        <w:rPr>
          <w:rFonts w:ascii="Archivo" w:hAnsi="Archivo" w:cs="Archivo"/>
          <w:sz w:val="22"/>
          <w:szCs w:val="22"/>
        </w:rPr>
        <w:t>remontas</w:t>
      </w:r>
      <w:r w:rsidRPr="00090C8B">
        <w:rPr>
          <w:rFonts w:ascii="Archivo" w:hAnsi="Archivo" w:cs="Archivo"/>
          <w:sz w:val="22"/>
          <w:szCs w:val="22"/>
        </w:rPr>
        <w:t>“</w:t>
      </w:r>
      <w:r w:rsidR="00595203" w:rsidRPr="00090C8B">
        <w:rPr>
          <w:rFonts w:ascii="Archivo" w:hAnsi="Archivo" w:cs="Archivo"/>
          <w:sz w:val="22"/>
          <w:szCs w:val="22"/>
        </w:rPr>
        <w:t xml:space="preserve"> </w:t>
      </w:r>
      <w:r w:rsidR="005C44E7" w:rsidRPr="00090C8B">
        <w:rPr>
          <w:rFonts w:ascii="Archivo" w:hAnsi="Archivo" w:cs="Archivo"/>
          <w:sz w:val="22"/>
          <w:szCs w:val="22"/>
        </w:rPr>
        <w:t xml:space="preserve">darbų kainų </w:t>
      </w:r>
      <w:r w:rsidR="00AC4750" w:rsidRPr="00090C8B">
        <w:rPr>
          <w:rFonts w:ascii="Archivo" w:hAnsi="Archivo" w:cs="Archivo"/>
          <w:sz w:val="22"/>
          <w:szCs w:val="22"/>
        </w:rPr>
        <w:t xml:space="preserve">ir kiekių </w:t>
      </w:r>
      <w:r w:rsidR="005C44E7" w:rsidRPr="00090C8B">
        <w:rPr>
          <w:rFonts w:ascii="Archivo" w:hAnsi="Archivo" w:cs="Archivo"/>
          <w:sz w:val="22"/>
          <w:szCs w:val="22"/>
        </w:rPr>
        <w:t>žiniaraš</w:t>
      </w:r>
      <w:r w:rsidR="00D77012" w:rsidRPr="00090C8B">
        <w:rPr>
          <w:rFonts w:ascii="Archivo" w:hAnsi="Archivo" w:cs="Archivo"/>
          <w:sz w:val="22"/>
          <w:szCs w:val="22"/>
        </w:rPr>
        <w:t>tis</w:t>
      </w:r>
    </w:p>
    <w:p w14:paraId="64D9E0E5" w14:textId="77777777" w:rsidR="00865578" w:rsidRPr="00090C8B" w:rsidRDefault="00865578" w:rsidP="00923EE4">
      <w:pPr>
        <w:jc w:val="center"/>
        <w:rPr>
          <w:rFonts w:ascii="Archivo" w:hAnsi="Archivo" w:cs="Archivo"/>
          <w:b/>
          <w:sz w:val="22"/>
          <w:szCs w:val="22"/>
          <w:u w:val="single"/>
        </w:rPr>
      </w:pPr>
    </w:p>
    <w:p w14:paraId="25E3B97E" w14:textId="77777777" w:rsidR="00525AF1" w:rsidRPr="00090C8B" w:rsidRDefault="00525AF1" w:rsidP="00923EE4">
      <w:pPr>
        <w:jc w:val="center"/>
        <w:rPr>
          <w:rFonts w:ascii="Archivo" w:hAnsi="Archivo" w:cs="Archivo"/>
          <w:b/>
          <w:sz w:val="22"/>
          <w:szCs w:val="22"/>
        </w:rPr>
      </w:pPr>
    </w:p>
    <w:tbl>
      <w:tblPr>
        <w:tblW w:w="9781" w:type="dxa"/>
        <w:jc w:val="center"/>
        <w:tblLayout w:type="fixed"/>
        <w:tblLook w:val="00A0" w:firstRow="1" w:lastRow="0" w:firstColumn="1" w:lastColumn="0" w:noHBand="0" w:noVBand="0"/>
      </w:tblPr>
      <w:tblGrid>
        <w:gridCol w:w="991"/>
        <w:gridCol w:w="4110"/>
        <w:gridCol w:w="995"/>
        <w:gridCol w:w="992"/>
        <w:gridCol w:w="1418"/>
        <w:gridCol w:w="6"/>
        <w:gridCol w:w="1269"/>
      </w:tblGrid>
      <w:tr w:rsidR="00450145" w:rsidRPr="00090C8B" w14:paraId="687BF8AF" w14:textId="77777777" w:rsidTr="006F4567">
        <w:trPr>
          <w:cantSplit/>
          <w:tblHeader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E1A1" w14:textId="77777777" w:rsidR="006F4567" w:rsidRPr="00090C8B" w:rsidRDefault="006F4567" w:rsidP="007E7CDB">
            <w:pPr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 xml:space="preserve">Pozicija, </w:t>
            </w:r>
            <w:r w:rsidRPr="00090C8B">
              <w:rPr>
                <w:rFonts w:ascii="Archivo" w:hAnsi="Archivo" w:cs="Archivo"/>
                <w:b/>
                <w:spacing w:val="-4"/>
                <w:sz w:val="22"/>
                <w:szCs w:val="22"/>
              </w:rPr>
              <w:t>Eil. Nr.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A293" w14:textId="77777777" w:rsidR="006F4567" w:rsidRPr="00090C8B" w:rsidRDefault="006F4567" w:rsidP="007E7CDB">
            <w:pPr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Pavadinimas, techninės charakteristikos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A704" w14:textId="77777777" w:rsidR="006F4567" w:rsidRPr="00090C8B" w:rsidRDefault="006F4567" w:rsidP="007E7CDB">
            <w:pPr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Mato</w:t>
            </w:r>
            <w:r w:rsidRPr="00090C8B">
              <w:rPr>
                <w:rFonts w:ascii="Archivo" w:hAnsi="Archivo" w:cs="Archivo"/>
                <w:b/>
                <w:sz w:val="22"/>
                <w:szCs w:val="22"/>
              </w:rPr>
              <w:br/>
              <w:t>vnt.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EE1D" w14:textId="77777777" w:rsidR="006F4567" w:rsidRPr="00090C8B" w:rsidRDefault="006F4567" w:rsidP="007E7CDB">
            <w:pPr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Kiekis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A813" w14:textId="77777777" w:rsidR="006F4567" w:rsidRPr="00090C8B" w:rsidRDefault="006F4567" w:rsidP="007E7CDB">
            <w:pPr>
              <w:ind w:left="-108" w:right="-102"/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Vieneto kaina be PVM, EUR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D10" w14:textId="77777777" w:rsidR="006F4567" w:rsidRPr="00090C8B" w:rsidRDefault="006F4567" w:rsidP="007E7CDB">
            <w:pPr>
              <w:ind w:left="-114" w:right="-108"/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Bendra suma be PVM, EUR</w:t>
            </w:r>
          </w:p>
        </w:tc>
      </w:tr>
      <w:tr w:rsidR="00450145" w:rsidRPr="00090C8B" w14:paraId="2AAB38E3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6109FF22" w14:textId="3ABB3118" w:rsidR="00450145" w:rsidRPr="00205564" w:rsidRDefault="00BF6F90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bookmarkStart w:id="1" w:name="_Toc418588484"/>
            <w:bookmarkStart w:id="2" w:name="_Toc418588666"/>
            <w:bookmarkStart w:id="3" w:name="_Toc418588485"/>
            <w:bookmarkStart w:id="4" w:name="_Toc418588667"/>
            <w:bookmarkStart w:id="5" w:name="_Toc418588486"/>
            <w:bookmarkStart w:id="6" w:name="_Toc418588668"/>
            <w:bookmarkStart w:id="7" w:name="_Toc418588487"/>
            <w:bookmarkStart w:id="8" w:name="_Toc418588669"/>
            <w:bookmarkStart w:id="9" w:name="_Toc418588488"/>
            <w:bookmarkStart w:id="10" w:name="_Toc41858867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205564">
              <w:rPr>
                <w:rFonts w:ascii="Archivo" w:hAnsi="Archivo" w:cs="Archivo"/>
                <w:sz w:val="22"/>
                <w:szCs w:val="22"/>
              </w:rPr>
              <w:t>1.</w:t>
            </w:r>
          </w:p>
        </w:tc>
        <w:tc>
          <w:tcPr>
            <w:tcW w:w="4110" w:type="dxa"/>
            <w:vAlign w:val="bottom"/>
          </w:tcPr>
          <w:p w14:paraId="578DA406" w14:textId="203949F7" w:rsidR="00450145" w:rsidRPr="00205564" w:rsidRDefault="002530DA" w:rsidP="0084236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D</w:t>
            </w:r>
            <w:r w:rsidR="0084236D">
              <w:rPr>
                <w:rFonts w:ascii="Archivo" w:hAnsi="Archivo" w:cs="Archivo"/>
                <w:sz w:val="22"/>
                <w:szCs w:val="22"/>
              </w:rPr>
              <w:t xml:space="preserve">arbai </w:t>
            </w:r>
          </w:p>
        </w:tc>
        <w:tc>
          <w:tcPr>
            <w:tcW w:w="995" w:type="dxa"/>
            <w:vAlign w:val="center"/>
          </w:tcPr>
          <w:p w14:paraId="6FDA70DD" w14:textId="524C9937" w:rsidR="00450145" w:rsidRPr="00205564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992" w:type="dxa"/>
            <w:vAlign w:val="center"/>
          </w:tcPr>
          <w:p w14:paraId="2A28C3B3" w14:textId="2CF775AB" w:rsidR="00450145" w:rsidRPr="00205564" w:rsidRDefault="00283A13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 w:rsidRPr="00205564"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14:paraId="78E875C7" w14:textId="2C69E887" w:rsidR="00450145" w:rsidRPr="00090C8B" w:rsidRDefault="00450145" w:rsidP="00450145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08FB45A3" w14:textId="760A60DA" w:rsidR="00450145" w:rsidRPr="00090C8B" w:rsidRDefault="00450145" w:rsidP="00450145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205564" w:rsidRPr="00090C8B" w14:paraId="5E05AC56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5E916DA9" w14:textId="6AA6F9C2" w:rsidR="00205564" w:rsidRPr="00205564" w:rsidRDefault="00D27201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2</w:t>
            </w:r>
            <w:r w:rsidR="00205564">
              <w:rPr>
                <w:rFonts w:ascii="Archivo" w:hAnsi="Archivo" w:cs="Archivo"/>
                <w:sz w:val="22"/>
                <w:szCs w:val="22"/>
              </w:rPr>
              <w:t>.</w:t>
            </w:r>
          </w:p>
        </w:tc>
        <w:tc>
          <w:tcPr>
            <w:tcW w:w="4110" w:type="dxa"/>
            <w:vAlign w:val="bottom"/>
          </w:tcPr>
          <w:p w14:paraId="0C28E81B" w14:textId="6F0F4D55" w:rsidR="00205564" w:rsidRPr="00205564" w:rsidRDefault="00205564" w:rsidP="0084236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Kadastrinės bylos</w:t>
            </w:r>
          </w:p>
        </w:tc>
        <w:tc>
          <w:tcPr>
            <w:tcW w:w="995" w:type="dxa"/>
            <w:vAlign w:val="center"/>
          </w:tcPr>
          <w:p w14:paraId="185D0304" w14:textId="2673A801" w:rsidR="00205564" w:rsidRPr="00205564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992" w:type="dxa"/>
            <w:vAlign w:val="center"/>
          </w:tcPr>
          <w:p w14:paraId="43497490" w14:textId="3E00EBF4" w:rsidR="00205564" w:rsidRPr="00205564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14:paraId="7409966B" w14:textId="77777777" w:rsidR="00205564" w:rsidRPr="00090C8B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2EDC8C78" w14:textId="77777777" w:rsidR="00205564" w:rsidRPr="00090C8B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205564" w:rsidRPr="00090C8B" w14:paraId="0EA1D8C7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7AE5E393" w14:textId="22C87ED7" w:rsidR="00205564" w:rsidRPr="00205564" w:rsidRDefault="00D27201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3</w:t>
            </w:r>
            <w:r w:rsidR="00205564">
              <w:rPr>
                <w:rFonts w:ascii="Archivo" w:hAnsi="Archivo" w:cs="Archivo"/>
                <w:sz w:val="22"/>
                <w:szCs w:val="22"/>
              </w:rPr>
              <w:t>.</w:t>
            </w:r>
          </w:p>
        </w:tc>
        <w:tc>
          <w:tcPr>
            <w:tcW w:w="4110" w:type="dxa"/>
            <w:vAlign w:val="bottom"/>
          </w:tcPr>
          <w:p w14:paraId="60587BFB" w14:textId="51DC8522" w:rsidR="00205564" w:rsidRPr="00205564" w:rsidRDefault="00205564" w:rsidP="0084236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Geležinkelio kelių pasai</w:t>
            </w:r>
          </w:p>
        </w:tc>
        <w:tc>
          <w:tcPr>
            <w:tcW w:w="995" w:type="dxa"/>
            <w:vAlign w:val="center"/>
          </w:tcPr>
          <w:p w14:paraId="3D993682" w14:textId="5B49EA80" w:rsidR="00205564" w:rsidRPr="00205564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992" w:type="dxa"/>
            <w:vAlign w:val="center"/>
          </w:tcPr>
          <w:p w14:paraId="39CCE967" w14:textId="3DB623D1" w:rsidR="00205564" w:rsidRPr="00205564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14:paraId="0522D589" w14:textId="77777777" w:rsidR="00205564" w:rsidRPr="00090C8B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24669654" w14:textId="77777777" w:rsidR="00205564" w:rsidRPr="00090C8B" w:rsidRDefault="00205564" w:rsidP="00205564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3CC7D8EC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506" w:type="dxa"/>
            <w:gridSpan w:val="5"/>
            <w:vAlign w:val="center"/>
          </w:tcPr>
          <w:p w14:paraId="186059BD" w14:textId="453E147A" w:rsidR="006F4567" w:rsidRPr="00090C8B" w:rsidRDefault="006F4567" w:rsidP="00450145">
            <w:pPr>
              <w:spacing w:line="276" w:lineRule="auto"/>
              <w:rPr>
                <w:rFonts w:ascii="Archivo" w:hAnsi="Archivo" w:cs="Archivo"/>
                <w:sz w:val="22"/>
                <w:szCs w:val="22"/>
              </w:rPr>
            </w:pPr>
            <w:bookmarkStart w:id="11" w:name="_Toc418588489"/>
            <w:bookmarkStart w:id="12" w:name="_Toc418588671"/>
            <w:bookmarkStart w:id="13" w:name="_Toc418588490"/>
            <w:bookmarkStart w:id="14" w:name="_Toc418588672"/>
            <w:bookmarkStart w:id="15" w:name="_Toc418588491"/>
            <w:bookmarkStart w:id="16" w:name="_Toc418588673"/>
            <w:bookmarkEnd w:id="11"/>
            <w:bookmarkEnd w:id="12"/>
            <w:bookmarkEnd w:id="13"/>
            <w:bookmarkEnd w:id="14"/>
            <w:bookmarkEnd w:id="15"/>
            <w:bookmarkEnd w:id="16"/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>Iš viso</w:t>
            </w:r>
            <w:r w:rsidR="00283A13"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435F5EE2" w14:textId="79A459DE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0822DBBA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506" w:type="dxa"/>
            <w:gridSpan w:val="5"/>
            <w:vAlign w:val="center"/>
          </w:tcPr>
          <w:p w14:paraId="59D9A0E3" w14:textId="77777777" w:rsidR="006F4567" w:rsidRPr="00090C8B" w:rsidRDefault="00865578" w:rsidP="003B7F78">
            <w:pPr>
              <w:spacing w:line="276" w:lineRule="auto"/>
              <w:rPr>
                <w:rFonts w:ascii="Archivo" w:hAnsi="Archivo" w:cs="Archivo"/>
                <w:bCs/>
                <w:sz w:val="22"/>
                <w:szCs w:val="22"/>
              </w:rPr>
            </w:pPr>
            <w:r w:rsidRPr="00090C8B">
              <w:rPr>
                <w:rFonts w:ascii="Archivo" w:hAnsi="Archivo" w:cs="Archivo"/>
                <w:bCs/>
                <w:sz w:val="22"/>
                <w:szCs w:val="22"/>
              </w:rPr>
              <w:t>PVM</w:t>
            </w:r>
            <w:r w:rsidR="006F4567" w:rsidRPr="00090C8B">
              <w:rPr>
                <w:rFonts w:ascii="Archivo" w:hAnsi="Archivo" w:cs="Archivo"/>
                <w:bCs/>
                <w:sz w:val="22"/>
                <w:szCs w:val="22"/>
              </w:rPr>
              <w:t xml:space="preserve"> 21 %: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0CFE056D" w14:textId="311899C7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23723A6F" w14:textId="77777777" w:rsidTr="00283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506" w:type="dxa"/>
            <w:gridSpan w:val="5"/>
            <w:vAlign w:val="center"/>
          </w:tcPr>
          <w:p w14:paraId="3C5419BB" w14:textId="338868B6" w:rsidR="006F4567" w:rsidRPr="00090C8B" w:rsidRDefault="006F4567" w:rsidP="00450145">
            <w:pPr>
              <w:spacing w:line="276" w:lineRule="auto"/>
              <w:rPr>
                <w:rFonts w:ascii="Archivo" w:hAnsi="Archivo" w:cs="Archivo"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 xml:space="preserve">Iš viso </w:t>
            </w:r>
            <w:r w:rsidRPr="00090C8B">
              <w:rPr>
                <w:rFonts w:ascii="Archivo" w:hAnsi="Archivo" w:cs="Archivo"/>
                <w:b/>
                <w:sz w:val="22"/>
                <w:szCs w:val="22"/>
              </w:rPr>
              <w:t xml:space="preserve">su </w:t>
            </w:r>
            <w:r w:rsidR="00865578" w:rsidRPr="00090C8B">
              <w:rPr>
                <w:rFonts w:ascii="Archivo" w:hAnsi="Archivo" w:cs="Archivo"/>
                <w:b/>
                <w:sz w:val="22"/>
                <w:szCs w:val="22"/>
              </w:rPr>
              <w:t>PVM</w:t>
            </w:r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 xml:space="preserve"> 21 %: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016BE664" w14:textId="1325E7A9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</w:tbl>
    <w:p w14:paraId="70387F53" w14:textId="77777777" w:rsidR="00A61EA3" w:rsidRPr="00090C8B" w:rsidRDefault="005126EA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 xml:space="preserve"> </w:t>
      </w:r>
    </w:p>
    <w:p w14:paraId="4DCA83AF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  <w:lang w:val="en-US"/>
        </w:rPr>
      </w:pPr>
    </w:p>
    <w:p w14:paraId="6D2AB86C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</w:p>
    <w:p w14:paraId="1AF1FE00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>Rangovas:</w:t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  <w:t>Užsakovas:</w:t>
      </w:r>
    </w:p>
    <w:p w14:paraId="50A9F5BB" w14:textId="77777777" w:rsidR="008D6666" w:rsidRPr="00090C8B" w:rsidRDefault="008D6666" w:rsidP="008D6666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>___________________</w:t>
      </w:r>
      <w:r w:rsidR="00AC4750" w:rsidRPr="00090C8B">
        <w:rPr>
          <w:rFonts w:ascii="Archivo" w:eastAsia="Calibri" w:hAnsi="Archivo" w:cs="Archivo"/>
          <w:sz w:val="22"/>
          <w:szCs w:val="22"/>
        </w:rPr>
        <w:t xml:space="preserve"> A.V.</w:t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  <w:t>___________________</w:t>
      </w:r>
      <w:r w:rsidR="00AC4750" w:rsidRPr="00090C8B">
        <w:rPr>
          <w:rFonts w:ascii="Archivo" w:eastAsia="Calibri" w:hAnsi="Archivo" w:cs="Archivo"/>
          <w:sz w:val="22"/>
          <w:szCs w:val="22"/>
        </w:rPr>
        <w:t xml:space="preserve"> A.V.</w:t>
      </w:r>
    </w:p>
    <w:p w14:paraId="2344D576" w14:textId="57EF2A38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>(vardas, pavardė, parašas, data)</w:t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  <w:t>(vardas, pavardė, parašas, data)</w:t>
      </w:r>
    </w:p>
    <w:sectPr w:rsidR="008D6666" w:rsidRPr="00090C8B" w:rsidSect="006F4567">
      <w:footerReference w:type="default" r:id="rId8"/>
      <w:footerReference w:type="first" r:id="rId9"/>
      <w:pgSz w:w="11907" w:h="16840" w:code="9"/>
      <w:pgMar w:top="709" w:right="709" w:bottom="680" w:left="1134" w:header="567" w:footer="511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691E0" w14:textId="77777777" w:rsidR="00803FD6" w:rsidRDefault="00803FD6">
      <w:r>
        <w:separator/>
      </w:r>
    </w:p>
  </w:endnote>
  <w:endnote w:type="continuationSeparator" w:id="0">
    <w:p w14:paraId="3EE72702" w14:textId="77777777" w:rsidR="00803FD6" w:rsidRDefault="0080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chivo">
    <w:panose1 w:val="00000000000000000000"/>
    <w:charset w:val="BA"/>
    <w:family w:val="auto"/>
    <w:pitch w:val="variable"/>
    <w:sig w:usb0="A00000FF" w:usb1="500020EB" w:usb2="00000008" w:usb3="00000000" w:csb0="0000019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EDD59" w14:textId="77777777" w:rsidR="00A61EA3" w:rsidRDefault="00A61EA3" w:rsidP="00525AF1">
    <w:pPr>
      <w:pStyle w:val="Porat"/>
      <w:jc w:val="right"/>
    </w:pPr>
    <w:proofErr w:type="spellStart"/>
    <w:r>
      <w:t>Lapas</w:t>
    </w:r>
    <w:proofErr w:type="spellEnd"/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5</w:t>
    </w:r>
    <w:r>
      <w:rPr>
        <w:b/>
        <w:bCs/>
        <w:szCs w:val="24"/>
      </w:rPr>
      <w:fldChar w:fldCharType="end"/>
    </w:r>
    <w:r>
      <w:t xml:space="preserve"> </w:t>
    </w:r>
    <w:r>
      <w:rPr>
        <w:lang w:val="lt-LT"/>
      </w:rPr>
      <w:t>iš</w:t>
    </w:r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EE16CA">
      <w:rPr>
        <w:b/>
        <w:bCs/>
        <w:noProof/>
      </w:rPr>
      <w:t>1</w:t>
    </w:r>
    <w:r>
      <w:rPr>
        <w:b/>
        <w:bCs/>
        <w:szCs w:val="24"/>
      </w:rPr>
      <w:fldChar w:fldCharType="end"/>
    </w:r>
  </w:p>
  <w:p w14:paraId="1C1E8E9A" w14:textId="77777777" w:rsidR="00A61EA3" w:rsidRDefault="00A61EA3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7926" w14:textId="6727467D" w:rsidR="00A61EA3" w:rsidRDefault="00A61EA3">
    <w:pPr>
      <w:pStyle w:val="Porat"/>
      <w:jc w:val="right"/>
      <w:rPr>
        <w:b/>
        <w:bCs/>
        <w:szCs w:val="24"/>
      </w:rPr>
    </w:pPr>
    <w:proofErr w:type="spellStart"/>
    <w:r>
      <w:t>Lapas</w:t>
    </w:r>
    <w:proofErr w:type="spellEnd"/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 w:rsidR="006E72F4">
      <w:rPr>
        <w:b/>
        <w:bCs/>
        <w:noProof/>
      </w:rPr>
      <w:t>1</w:t>
    </w:r>
    <w:r>
      <w:rPr>
        <w:b/>
        <w:bCs/>
        <w:szCs w:val="24"/>
      </w:rPr>
      <w:fldChar w:fldCharType="end"/>
    </w:r>
    <w:r>
      <w:t xml:space="preserve"> </w:t>
    </w:r>
    <w:r>
      <w:rPr>
        <w:lang w:val="lt-LT"/>
      </w:rPr>
      <w:t>iš</w:t>
    </w:r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6E72F4">
      <w:rPr>
        <w:b/>
        <w:bCs/>
        <w:noProof/>
      </w:rPr>
      <w:t>1</w:t>
    </w:r>
    <w:r>
      <w:rPr>
        <w:b/>
        <w:bCs/>
        <w:szCs w:val="24"/>
      </w:rPr>
      <w:fldChar w:fldCharType="end"/>
    </w:r>
  </w:p>
  <w:p w14:paraId="4FF59373" w14:textId="77777777" w:rsidR="00A61EA3" w:rsidRDefault="00A61EA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08AFB" w14:textId="77777777" w:rsidR="00803FD6" w:rsidRDefault="00803FD6">
      <w:r>
        <w:separator/>
      </w:r>
    </w:p>
  </w:footnote>
  <w:footnote w:type="continuationSeparator" w:id="0">
    <w:p w14:paraId="15C5E422" w14:textId="77777777" w:rsidR="00803FD6" w:rsidRDefault="00803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AC061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5E5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B48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3CA7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EC4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A29E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AAF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BE06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EB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18DF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D4076"/>
    <w:multiLevelType w:val="hybridMultilevel"/>
    <w:tmpl w:val="412227B0"/>
    <w:lvl w:ilvl="0" w:tplc="ACC45E4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5E47FD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5BF"/>
    <w:multiLevelType w:val="hybridMultilevel"/>
    <w:tmpl w:val="1D9435E2"/>
    <w:lvl w:ilvl="0" w:tplc="86C01A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pacing w:val="-6"/>
        <w:kern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17B88"/>
    <w:multiLevelType w:val="hybridMultilevel"/>
    <w:tmpl w:val="F064C05E"/>
    <w:lvl w:ilvl="0" w:tplc="AC76D86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B2749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27FFB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22965"/>
    <w:multiLevelType w:val="hybridMultilevel"/>
    <w:tmpl w:val="DD92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D4C9D"/>
    <w:multiLevelType w:val="hybridMultilevel"/>
    <w:tmpl w:val="053886AC"/>
    <w:lvl w:ilvl="0" w:tplc="627EFF5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B7142"/>
    <w:multiLevelType w:val="multilevel"/>
    <w:tmpl w:val="89CA9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8A278A"/>
    <w:multiLevelType w:val="hybridMultilevel"/>
    <w:tmpl w:val="32DED5A4"/>
    <w:lvl w:ilvl="0" w:tplc="679A1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D7AC3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03041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D3BEC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15862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A1608"/>
    <w:multiLevelType w:val="multilevel"/>
    <w:tmpl w:val="042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16"/>
  </w:num>
  <w:num w:numId="5">
    <w:abstractNumId w:val="14"/>
  </w:num>
  <w:num w:numId="6">
    <w:abstractNumId w:val="21"/>
  </w:num>
  <w:num w:numId="7">
    <w:abstractNumId w:val="22"/>
  </w:num>
  <w:num w:numId="8">
    <w:abstractNumId w:val="11"/>
  </w:num>
  <w:num w:numId="9">
    <w:abstractNumId w:val="2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13"/>
  </w:num>
  <w:num w:numId="22">
    <w:abstractNumId w:val="18"/>
  </w:num>
  <w:num w:numId="23">
    <w:abstractNumId w:val="17"/>
  </w:num>
  <w:num w:numId="24">
    <w:abstractNumId w:val="10"/>
  </w:num>
  <w:num w:numId="2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F27"/>
    <w:rsid w:val="00000372"/>
    <w:rsid w:val="000025FD"/>
    <w:rsid w:val="0000263E"/>
    <w:rsid w:val="00003F4F"/>
    <w:rsid w:val="000041BE"/>
    <w:rsid w:val="00006271"/>
    <w:rsid w:val="00007345"/>
    <w:rsid w:val="00010163"/>
    <w:rsid w:val="0001021E"/>
    <w:rsid w:val="000117A2"/>
    <w:rsid w:val="0001205D"/>
    <w:rsid w:val="0001355A"/>
    <w:rsid w:val="000142F7"/>
    <w:rsid w:val="0001485F"/>
    <w:rsid w:val="000152B1"/>
    <w:rsid w:val="0001795F"/>
    <w:rsid w:val="00020E21"/>
    <w:rsid w:val="00021F45"/>
    <w:rsid w:val="0002385B"/>
    <w:rsid w:val="00023CA1"/>
    <w:rsid w:val="000257A6"/>
    <w:rsid w:val="00025D68"/>
    <w:rsid w:val="00027F50"/>
    <w:rsid w:val="0003299A"/>
    <w:rsid w:val="0003313C"/>
    <w:rsid w:val="000335DE"/>
    <w:rsid w:val="0003490F"/>
    <w:rsid w:val="0003583D"/>
    <w:rsid w:val="0003719B"/>
    <w:rsid w:val="000441D0"/>
    <w:rsid w:val="000456C7"/>
    <w:rsid w:val="00046ACD"/>
    <w:rsid w:val="00046BB1"/>
    <w:rsid w:val="00047153"/>
    <w:rsid w:val="0005068A"/>
    <w:rsid w:val="00052535"/>
    <w:rsid w:val="0005374F"/>
    <w:rsid w:val="000539B8"/>
    <w:rsid w:val="00053F0E"/>
    <w:rsid w:val="00054E9F"/>
    <w:rsid w:val="00057730"/>
    <w:rsid w:val="00061C5A"/>
    <w:rsid w:val="00061E45"/>
    <w:rsid w:val="00061E66"/>
    <w:rsid w:val="000635E0"/>
    <w:rsid w:val="00063EC1"/>
    <w:rsid w:val="00064A23"/>
    <w:rsid w:val="00064BC1"/>
    <w:rsid w:val="00067510"/>
    <w:rsid w:val="00070114"/>
    <w:rsid w:val="00070789"/>
    <w:rsid w:val="0007156F"/>
    <w:rsid w:val="000729A2"/>
    <w:rsid w:val="00073C6F"/>
    <w:rsid w:val="0007447A"/>
    <w:rsid w:val="00076CBD"/>
    <w:rsid w:val="00080140"/>
    <w:rsid w:val="000811EB"/>
    <w:rsid w:val="0008529F"/>
    <w:rsid w:val="000853FE"/>
    <w:rsid w:val="00085C1A"/>
    <w:rsid w:val="00085E6F"/>
    <w:rsid w:val="00086F46"/>
    <w:rsid w:val="00086FA0"/>
    <w:rsid w:val="00090B39"/>
    <w:rsid w:val="00090B9B"/>
    <w:rsid w:val="00090C8B"/>
    <w:rsid w:val="000930D1"/>
    <w:rsid w:val="00095133"/>
    <w:rsid w:val="000960DE"/>
    <w:rsid w:val="000967AD"/>
    <w:rsid w:val="000A146D"/>
    <w:rsid w:val="000A344C"/>
    <w:rsid w:val="000A5F4B"/>
    <w:rsid w:val="000A70EE"/>
    <w:rsid w:val="000B1A1F"/>
    <w:rsid w:val="000B1E03"/>
    <w:rsid w:val="000B3315"/>
    <w:rsid w:val="000B3502"/>
    <w:rsid w:val="000B4092"/>
    <w:rsid w:val="000B452E"/>
    <w:rsid w:val="000B47A1"/>
    <w:rsid w:val="000B517E"/>
    <w:rsid w:val="000B5DEF"/>
    <w:rsid w:val="000B7143"/>
    <w:rsid w:val="000B719B"/>
    <w:rsid w:val="000C24AE"/>
    <w:rsid w:val="000C269F"/>
    <w:rsid w:val="000C3EF8"/>
    <w:rsid w:val="000C40A5"/>
    <w:rsid w:val="000C4E8D"/>
    <w:rsid w:val="000C5F52"/>
    <w:rsid w:val="000C60F6"/>
    <w:rsid w:val="000C683E"/>
    <w:rsid w:val="000D02B5"/>
    <w:rsid w:val="000D0726"/>
    <w:rsid w:val="000D0E6B"/>
    <w:rsid w:val="000D3DE1"/>
    <w:rsid w:val="000D3F1F"/>
    <w:rsid w:val="000D41B1"/>
    <w:rsid w:val="000D577C"/>
    <w:rsid w:val="000D6241"/>
    <w:rsid w:val="000D6CC2"/>
    <w:rsid w:val="000D6FA4"/>
    <w:rsid w:val="000E16DB"/>
    <w:rsid w:val="000E20FF"/>
    <w:rsid w:val="000E3114"/>
    <w:rsid w:val="000E501C"/>
    <w:rsid w:val="000E5063"/>
    <w:rsid w:val="000E5701"/>
    <w:rsid w:val="000E64E7"/>
    <w:rsid w:val="000F1779"/>
    <w:rsid w:val="000F1F56"/>
    <w:rsid w:val="000F2991"/>
    <w:rsid w:val="000F39A5"/>
    <w:rsid w:val="000F3EC8"/>
    <w:rsid w:val="000F4585"/>
    <w:rsid w:val="000F5141"/>
    <w:rsid w:val="000F547F"/>
    <w:rsid w:val="000F65C7"/>
    <w:rsid w:val="001006D0"/>
    <w:rsid w:val="00100A8B"/>
    <w:rsid w:val="00103FF2"/>
    <w:rsid w:val="00104344"/>
    <w:rsid w:val="00106491"/>
    <w:rsid w:val="0010683E"/>
    <w:rsid w:val="00106DEB"/>
    <w:rsid w:val="00106F93"/>
    <w:rsid w:val="00107018"/>
    <w:rsid w:val="001121F8"/>
    <w:rsid w:val="0011319F"/>
    <w:rsid w:val="001163CA"/>
    <w:rsid w:val="001200CF"/>
    <w:rsid w:val="00120774"/>
    <w:rsid w:val="00121E0F"/>
    <w:rsid w:val="00122CBA"/>
    <w:rsid w:val="001231F9"/>
    <w:rsid w:val="001236E2"/>
    <w:rsid w:val="00123A5B"/>
    <w:rsid w:val="00124309"/>
    <w:rsid w:val="0012514B"/>
    <w:rsid w:val="00125686"/>
    <w:rsid w:val="00126AFB"/>
    <w:rsid w:val="00126C6E"/>
    <w:rsid w:val="001321FE"/>
    <w:rsid w:val="001324E7"/>
    <w:rsid w:val="00133993"/>
    <w:rsid w:val="00134B78"/>
    <w:rsid w:val="001375EF"/>
    <w:rsid w:val="001377CD"/>
    <w:rsid w:val="00141548"/>
    <w:rsid w:val="001417B0"/>
    <w:rsid w:val="0014195A"/>
    <w:rsid w:val="001429EC"/>
    <w:rsid w:val="00143C69"/>
    <w:rsid w:val="00144FF7"/>
    <w:rsid w:val="00146B9D"/>
    <w:rsid w:val="00147290"/>
    <w:rsid w:val="00147DC5"/>
    <w:rsid w:val="00150E1B"/>
    <w:rsid w:val="00152700"/>
    <w:rsid w:val="00154D88"/>
    <w:rsid w:val="001559BD"/>
    <w:rsid w:val="001560F2"/>
    <w:rsid w:val="00156925"/>
    <w:rsid w:val="001569BB"/>
    <w:rsid w:val="00156A65"/>
    <w:rsid w:val="00156DEF"/>
    <w:rsid w:val="00157248"/>
    <w:rsid w:val="001608C9"/>
    <w:rsid w:val="00160F14"/>
    <w:rsid w:val="00163084"/>
    <w:rsid w:val="00163B5D"/>
    <w:rsid w:val="001646A0"/>
    <w:rsid w:val="00165169"/>
    <w:rsid w:val="001661F8"/>
    <w:rsid w:val="00166DD3"/>
    <w:rsid w:val="00166F45"/>
    <w:rsid w:val="00167F43"/>
    <w:rsid w:val="0017042E"/>
    <w:rsid w:val="001713FC"/>
    <w:rsid w:val="00171F99"/>
    <w:rsid w:val="00173FBE"/>
    <w:rsid w:val="00175305"/>
    <w:rsid w:val="00175409"/>
    <w:rsid w:val="00176459"/>
    <w:rsid w:val="00176FF0"/>
    <w:rsid w:val="0017715D"/>
    <w:rsid w:val="00177CA4"/>
    <w:rsid w:val="00180245"/>
    <w:rsid w:val="001810DB"/>
    <w:rsid w:val="001820D4"/>
    <w:rsid w:val="00182D48"/>
    <w:rsid w:val="00182F14"/>
    <w:rsid w:val="00183544"/>
    <w:rsid w:val="00183549"/>
    <w:rsid w:val="00185348"/>
    <w:rsid w:val="001853BB"/>
    <w:rsid w:val="00186B3D"/>
    <w:rsid w:val="0019061F"/>
    <w:rsid w:val="001916E2"/>
    <w:rsid w:val="00192B0D"/>
    <w:rsid w:val="001944BC"/>
    <w:rsid w:val="00194909"/>
    <w:rsid w:val="00194DAA"/>
    <w:rsid w:val="00195A8E"/>
    <w:rsid w:val="00196B8D"/>
    <w:rsid w:val="001A06B1"/>
    <w:rsid w:val="001A119B"/>
    <w:rsid w:val="001A1339"/>
    <w:rsid w:val="001A1AA0"/>
    <w:rsid w:val="001A3501"/>
    <w:rsid w:val="001A3C71"/>
    <w:rsid w:val="001A4590"/>
    <w:rsid w:val="001A5701"/>
    <w:rsid w:val="001A5C80"/>
    <w:rsid w:val="001A5FAD"/>
    <w:rsid w:val="001B26CD"/>
    <w:rsid w:val="001B2926"/>
    <w:rsid w:val="001B29AB"/>
    <w:rsid w:val="001B320B"/>
    <w:rsid w:val="001B4B86"/>
    <w:rsid w:val="001B5001"/>
    <w:rsid w:val="001B53A3"/>
    <w:rsid w:val="001C0176"/>
    <w:rsid w:val="001C276E"/>
    <w:rsid w:val="001C2BA9"/>
    <w:rsid w:val="001C346D"/>
    <w:rsid w:val="001C4A4F"/>
    <w:rsid w:val="001C52B2"/>
    <w:rsid w:val="001C78B5"/>
    <w:rsid w:val="001C7B15"/>
    <w:rsid w:val="001C7E87"/>
    <w:rsid w:val="001D0B14"/>
    <w:rsid w:val="001D2919"/>
    <w:rsid w:val="001D2B0B"/>
    <w:rsid w:val="001E1DE7"/>
    <w:rsid w:val="001E33C9"/>
    <w:rsid w:val="001E3767"/>
    <w:rsid w:val="001E42A7"/>
    <w:rsid w:val="001E4C04"/>
    <w:rsid w:val="001E53B1"/>
    <w:rsid w:val="001E5AE0"/>
    <w:rsid w:val="001E5E33"/>
    <w:rsid w:val="001E6A82"/>
    <w:rsid w:val="001E6B48"/>
    <w:rsid w:val="001E713D"/>
    <w:rsid w:val="001F105D"/>
    <w:rsid w:val="001F1E4C"/>
    <w:rsid w:val="001F21F6"/>
    <w:rsid w:val="001F2BE0"/>
    <w:rsid w:val="001F3B58"/>
    <w:rsid w:val="001F4862"/>
    <w:rsid w:val="001F5288"/>
    <w:rsid w:val="001F5E8D"/>
    <w:rsid w:val="001F635A"/>
    <w:rsid w:val="001F703B"/>
    <w:rsid w:val="001F73E4"/>
    <w:rsid w:val="001F7C6D"/>
    <w:rsid w:val="00201A43"/>
    <w:rsid w:val="00203AFE"/>
    <w:rsid w:val="00204675"/>
    <w:rsid w:val="00205564"/>
    <w:rsid w:val="002055D6"/>
    <w:rsid w:val="002101C0"/>
    <w:rsid w:val="00210ABF"/>
    <w:rsid w:val="00210DC9"/>
    <w:rsid w:val="002131CC"/>
    <w:rsid w:val="00215CB2"/>
    <w:rsid w:val="002163EB"/>
    <w:rsid w:val="00216E28"/>
    <w:rsid w:val="00216F33"/>
    <w:rsid w:val="00222490"/>
    <w:rsid w:val="00224068"/>
    <w:rsid w:val="00225715"/>
    <w:rsid w:val="00226226"/>
    <w:rsid w:val="002262ED"/>
    <w:rsid w:val="0022711B"/>
    <w:rsid w:val="00230F78"/>
    <w:rsid w:val="00233559"/>
    <w:rsid w:val="00233591"/>
    <w:rsid w:val="002361DE"/>
    <w:rsid w:val="002367DD"/>
    <w:rsid w:val="002371FC"/>
    <w:rsid w:val="00240CB5"/>
    <w:rsid w:val="00241A72"/>
    <w:rsid w:val="002427E4"/>
    <w:rsid w:val="002429E6"/>
    <w:rsid w:val="002438F6"/>
    <w:rsid w:val="002439B6"/>
    <w:rsid w:val="00243D06"/>
    <w:rsid w:val="00245B7C"/>
    <w:rsid w:val="002462DA"/>
    <w:rsid w:val="00250B3A"/>
    <w:rsid w:val="002530DA"/>
    <w:rsid w:val="0025453D"/>
    <w:rsid w:val="00254882"/>
    <w:rsid w:val="00255610"/>
    <w:rsid w:val="00255CE8"/>
    <w:rsid w:val="00255DB8"/>
    <w:rsid w:val="0025605D"/>
    <w:rsid w:val="002600E3"/>
    <w:rsid w:val="0026076D"/>
    <w:rsid w:val="00262546"/>
    <w:rsid w:val="002631DE"/>
    <w:rsid w:val="00267081"/>
    <w:rsid w:val="00270309"/>
    <w:rsid w:val="00271A39"/>
    <w:rsid w:val="00271CA8"/>
    <w:rsid w:val="002728E2"/>
    <w:rsid w:val="00272BE1"/>
    <w:rsid w:val="00274078"/>
    <w:rsid w:val="0027421F"/>
    <w:rsid w:val="002744F0"/>
    <w:rsid w:val="00276AF3"/>
    <w:rsid w:val="002771CB"/>
    <w:rsid w:val="00277381"/>
    <w:rsid w:val="00283A13"/>
    <w:rsid w:val="002841A1"/>
    <w:rsid w:val="00290595"/>
    <w:rsid w:val="0029123E"/>
    <w:rsid w:val="00296318"/>
    <w:rsid w:val="00296D8E"/>
    <w:rsid w:val="002A0310"/>
    <w:rsid w:val="002A0B0D"/>
    <w:rsid w:val="002A4924"/>
    <w:rsid w:val="002A60F3"/>
    <w:rsid w:val="002A6DED"/>
    <w:rsid w:val="002A7D99"/>
    <w:rsid w:val="002B0A95"/>
    <w:rsid w:val="002B27A2"/>
    <w:rsid w:val="002B6409"/>
    <w:rsid w:val="002B6656"/>
    <w:rsid w:val="002B6F78"/>
    <w:rsid w:val="002B7202"/>
    <w:rsid w:val="002C0936"/>
    <w:rsid w:val="002C1D75"/>
    <w:rsid w:val="002C2075"/>
    <w:rsid w:val="002C4947"/>
    <w:rsid w:val="002C4FB7"/>
    <w:rsid w:val="002C50C6"/>
    <w:rsid w:val="002C537B"/>
    <w:rsid w:val="002C54E9"/>
    <w:rsid w:val="002C5B96"/>
    <w:rsid w:val="002C5BBA"/>
    <w:rsid w:val="002C67C0"/>
    <w:rsid w:val="002C6A1D"/>
    <w:rsid w:val="002D10E4"/>
    <w:rsid w:val="002D1444"/>
    <w:rsid w:val="002D1834"/>
    <w:rsid w:val="002D213F"/>
    <w:rsid w:val="002D3B1A"/>
    <w:rsid w:val="002D44F4"/>
    <w:rsid w:val="002D4AEE"/>
    <w:rsid w:val="002D5978"/>
    <w:rsid w:val="002D619A"/>
    <w:rsid w:val="002D6E65"/>
    <w:rsid w:val="002D751B"/>
    <w:rsid w:val="002E1A61"/>
    <w:rsid w:val="002E3B8B"/>
    <w:rsid w:val="002E3E8B"/>
    <w:rsid w:val="002E3FEB"/>
    <w:rsid w:val="002E4B5A"/>
    <w:rsid w:val="002F0191"/>
    <w:rsid w:val="002F09E8"/>
    <w:rsid w:val="002F0E4D"/>
    <w:rsid w:val="002F4738"/>
    <w:rsid w:val="002F50AE"/>
    <w:rsid w:val="002F5169"/>
    <w:rsid w:val="002F5818"/>
    <w:rsid w:val="002F59BF"/>
    <w:rsid w:val="003015C2"/>
    <w:rsid w:val="00301F80"/>
    <w:rsid w:val="0030261E"/>
    <w:rsid w:val="00304535"/>
    <w:rsid w:val="00305B81"/>
    <w:rsid w:val="00305F7C"/>
    <w:rsid w:val="00306F29"/>
    <w:rsid w:val="003071D3"/>
    <w:rsid w:val="00310AF5"/>
    <w:rsid w:val="00310BD7"/>
    <w:rsid w:val="00311309"/>
    <w:rsid w:val="0031187E"/>
    <w:rsid w:val="00311BF2"/>
    <w:rsid w:val="00311E67"/>
    <w:rsid w:val="00311FA7"/>
    <w:rsid w:val="0031270C"/>
    <w:rsid w:val="003148DB"/>
    <w:rsid w:val="00320074"/>
    <w:rsid w:val="00320085"/>
    <w:rsid w:val="00320568"/>
    <w:rsid w:val="003217B5"/>
    <w:rsid w:val="003217D9"/>
    <w:rsid w:val="003225E9"/>
    <w:rsid w:val="003235C9"/>
    <w:rsid w:val="00324CDB"/>
    <w:rsid w:val="00325849"/>
    <w:rsid w:val="00325EFB"/>
    <w:rsid w:val="00326C53"/>
    <w:rsid w:val="00330D8C"/>
    <w:rsid w:val="00332778"/>
    <w:rsid w:val="00333744"/>
    <w:rsid w:val="00334F55"/>
    <w:rsid w:val="003416D5"/>
    <w:rsid w:val="00342E06"/>
    <w:rsid w:val="003434EA"/>
    <w:rsid w:val="00343C24"/>
    <w:rsid w:val="0034428D"/>
    <w:rsid w:val="003446F7"/>
    <w:rsid w:val="00344990"/>
    <w:rsid w:val="00345032"/>
    <w:rsid w:val="003451E9"/>
    <w:rsid w:val="0034674C"/>
    <w:rsid w:val="003471A5"/>
    <w:rsid w:val="003474B8"/>
    <w:rsid w:val="00350785"/>
    <w:rsid w:val="003508B4"/>
    <w:rsid w:val="00350EC0"/>
    <w:rsid w:val="003513A3"/>
    <w:rsid w:val="00352074"/>
    <w:rsid w:val="00352FB3"/>
    <w:rsid w:val="0035476D"/>
    <w:rsid w:val="00354E90"/>
    <w:rsid w:val="00355E2F"/>
    <w:rsid w:val="00356554"/>
    <w:rsid w:val="003567EE"/>
    <w:rsid w:val="00357643"/>
    <w:rsid w:val="00361B29"/>
    <w:rsid w:val="0036489A"/>
    <w:rsid w:val="00365424"/>
    <w:rsid w:val="00365848"/>
    <w:rsid w:val="00365A98"/>
    <w:rsid w:val="003666A3"/>
    <w:rsid w:val="00370922"/>
    <w:rsid w:val="00373F89"/>
    <w:rsid w:val="00377ECC"/>
    <w:rsid w:val="00380322"/>
    <w:rsid w:val="003807D5"/>
    <w:rsid w:val="00380B6A"/>
    <w:rsid w:val="003819F3"/>
    <w:rsid w:val="00381F52"/>
    <w:rsid w:val="00385699"/>
    <w:rsid w:val="003860AC"/>
    <w:rsid w:val="00386E40"/>
    <w:rsid w:val="00387F7C"/>
    <w:rsid w:val="003902FC"/>
    <w:rsid w:val="00392100"/>
    <w:rsid w:val="00392B24"/>
    <w:rsid w:val="00395263"/>
    <w:rsid w:val="0039701C"/>
    <w:rsid w:val="00397035"/>
    <w:rsid w:val="00397753"/>
    <w:rsid w:val="003A0FF6"/>
    <w:rsid w:val="003A15F1"/>
    <w:rsid w:val="003A2079"/>
    <w:rsid w:val="003A40AC"/>
    <w:rsid w:val="003A4CE3"/>
    <w:rsid w:val="003A5368"/>
    <w:rsid w:val="003B0A25"/>
    <w:rsid w:val="003B0C7F"/>
    <w:rsid w:val="003B0F40"/>
    <w:rsid w:val="003B18B6"/>
    <w:rsid w:val="003B1E95"/>
    <w:rsid w:val="003B2B5A"/>
    <w:rsid w:val="003B3CDA"/>
    <w:rsid w:val="003B3E72"/>
    <w:rsid w:val="003B45F6"/>
    <w:rsid w:val="003B5C47"/>
    <w:rsid w:val="003B6DC7"/>
    <w:rsid w:val="003B7F78"/>
    <w:rsid w:val="003C0353"/>
    <w:rsid w:val="003C2EE2"/>
    <w:rsid w:val="003C3D20"/>
    <w:rsid w:val="003C5F24"/>
    <w:rsid w:val="003C78AD"/>
    <w:rsid w:val="003D5D8F"/>
    <w:rsid w:val="003D6413"/>
    <w:rsid w:val="003D6E31"/>
    <w:rsid w:val="003E0AB0"/>
    <w:rsid w:val="003E11F7"/>
    <w:rsid w:val="003E2C3E"/>
    <w:rsid w:val="003E4125"/>
    <w:rsid w:val="003E4331"/>
    <w:rsid w:val="003E50DB"/>
    <w:rsid w:val="003E5186"/>
    <w:rsid w:val="003E6116"/>
    <w:rsid w:val="003E6A82"/>
    <w:rsid w:val="003F084C"/>
    <w:rsid w:val="003F55D7"/>
    <w:rsid w:val="003F7110"/>
    <w:rsid w:val="003F7D91"/>
    <w:rsid w:val="003F7E40"/>
    <w:rsid w:val="00402E8A"/>
    <w:rsid w:val="00403583"/>
    <w:rsid w:val="00403BAC"/>
    <w:rsid w:val="00404A9D"/>
    <w:rsid w:val="00407D63"/>
    <w:rsid w:val="0041092F"/>
    <w:rsid w:val="004153E8"/>
    <w:rsid w:val="0041619D"/>
    <w:rsid w:val="0041676D"/>
    <w:rsid w:val="00416ED2"/>
    <w:rsid w:val="004176B5"/>
    <w:rsid w:val="00417B46"/>
    <w:rsid w:val="0042007A"/>
    <w:rsid w:val="0042273F"/>
    <w:rsid w:val="00423701"/>
    <w:rsid w:val="00423A57"/>
    <w:rsid w:val="004241B5"/>
    <w:rsid w:val="0042445E"/>
    <w:rsid w:val="00425808"/>
    <w:rsid w:val="004269BC"/>
    <w:rsid w:val="00427E3D"/>
    <w:rsid w:val="004301CF"/>
    <w:rsid w:val="00431F9F"/>
    <w:rsid w:val="00434F4C"/>
    <w:rsid w:val="004357E2"/>
    <w:rsid w:val="0043590E"/>
    <w:rsid w:val="00436770"/>
    <w:rsid w:val="004403C6"/>
    <w:rsid w:val="00440947"/>
    <w:rsid w:val="00441447"/>
    <w:rsid w:val="00442DF2"/>
    <w:rsid w:val="00443994"/>
    <w:rsid w:val="00445634"/>
    <w:rsid w:val="0044569E"/>
    <w:rsid w:val="00446848"/>
    <w:rsid w:val="0044795C"/>
    <w:rsid w:val="00450145"/>
    <w:rsid w:val="0045197A"/>
    <w:rsid w:val="00453FAF"/>
    <w:rsid w:val="00454FF1"/>
    <w:rsid w:val="00455669"/>
    <w:rsid w:val="004563E5"/>
    <w:rsid w:val="00456625"/>
    <w:rsid w:val="00460585"/>
    <w:rsid w:val="00460B37"/>
    <w:rsid w:val="004626C8"/>
    <w:rsid w:val="00462AD6"/>
    <w:rsid w:val="00463003"/>
    <w:rsid w:val="004634F3"/>
    <w:rsid w:val="0046384B"/>
    <w:rsid w:val="00463BDF"/>
    <w:rsid w:val="00463E3E"/>
    <w:rsid w:val="004653E6"/>
    <w:rsid w:val="0046636E"/>
    <w:rsid w:val="004667C2"/>
    <w:rsid w:val="00466D4E"/>
    <w:rsid w:val="00466DF6"/>
    <w:rsid w:val="0046786C"/>
    <w:rsid w:val="00471A6D"/>
    <w:rsid w:val="00471D53"/>
    <w:rsid w:val="00472760"/>
    <w:rsid w:val="00472B0F"/>
    <w:rsid w:val="00474673"/>
    <w:rsid w:val="004764E0"/>
    <w:rsid w:val="00476646"/>
    <w:rsid w:val="00477C96"/>
    <w:rsid w:val="004822CF"/>
    <w:rsid w:val="00483D5D"/>
    <w:rsid w:val="00483FA8"/>
    <w:rsid w:val="00484058"/>
    <w:rsid w:val="0048453F"/>
    <w:rsid w:val="004848F8"/>
    <w:rsid w:val="00484AFF"/>
    <w:rsid w:val="00485083"/>
    <w:rsid w:val="004850D3"/>
    <w:rsid w:val="00486264"/>
    <w:rsid w:val="00487111"/>
    <w:rsid w:val="004875F0"/>
    <w:rsid w:val="00490FBD"/>
    <w:rsid w:val="00491ACA"/>
    <w:rsid w:val="00492C6F"/>
    <w:rsid w:val="00492DCB"/>
    <w:rsid w:val="00493831"/>
    <w:rsid w:val="004953E2"/>
    <w:rsid w:val="0049566C"/>
    <w:rsid w:val="00495EEE"/>
    <w:rsid w:val="004969E5"/>
    <w:rsid w:val="004A052D"/>
    <w:rsid w:val="004A07AD"/>
    <w:rsid w:val="004A1302"/>
    <w:rsid w:val="004A5E0B"/>
    <w:rsid w:val="004A5E88"/>
    <w:rsid w:val="004A6E2D"/>
    <w:rsid w:val="004A6FCD"/>
    <w:rsid w:val="004B18AB"/>
    <w:rsid w:val="004B1C4A"/>
    <w:rsid w:val="004B2CC5"/>
    <w:rsid w:val="004B2EE8"/>
    <w:rsid w:val="004B3B78"/>
    <w:rsid w:val="004B6B2F"/>
    <w:rsid w:val="004C2E5C"/>
    <w:rsid w:val="004C2FC5"/>
    <w:rsid w:val="004C3617"/>
    <w:rsid w:val="004C5683"/>
    <w:rsid w:val="004C7B9E"/>
    <w:rsid w:val="004D067D"/>
    <w:rsid w:val="004D0979"/>
    <w:rsid w:val="004D09E8"/>
    <w:rsid w:val="004D0AB1"/>
    <w:rsid w:val="004D1553"/>
    <w:rsid w:val="004D1BF9"/>
    <w:rsid w:val="004D33A3"/>
    <w:rsid w:val="004D3936"/>
    <w:rsid w:val="004D70F3"/>
    <w:rsid w:val="004D7EEB"/>
    <w:rsid w:val="004E0B43"/>
    <w:rsid w:val="004E2872"/>
    <w:rsid w:val="004E6540"/>
    <w:rsid w:val="004E77B0"/>
    <w:rsid w:val="004E7E06"/>
    <w:rsid w:val="004E7E11"/>
    <w:rsid w:val="004F0448"/>
    <w:rsid w:val="004F0B51"/>
    <w:rsid w:val="004F1197"/>
    <w:rsid w:val="004F1CCB"/>
    <w:rsid w:val="004F464A"/>
    <w:rsid w:val="004F6B2A"/>
    <w:rsid w:val="005004E0"/>
    <w:rsid w:val="0050133D"/>
    <w:rsid w:val="00502B69"/>
    <w:rsid w:val="00503497"/>
    <w:rsid w:val="00503681"/>
    <w:rsid w:val="00504FB5"/>
    <w:rsid w:val="0051119F"/>
    <w:rsid w:val="00511554"/>
    <w:rsid w:val="0051252F"/>
    <w:rsid w:val="005126EA"/>
    <w:rsid w:val="005126F8"/>
    <w:rsid w:val="0051416F"/>
    <w:rsid w:val="005149DA"/>
    <w:rsid w:val="005155B2"/>
    <w:rsid w:val="0052327F"/>
    <w:rsid w:val="005234A1"/>
    <w:rsid w:val="005254D6"/>
    <w:rsid w:val="00525AF1"/>
    <w:rsid w:val="00526FEC"/>
    <w:rsid w:val="00527836"/>
    <w:rsid w:val="00527FD5"/>
    <w:rsid w:val="005315D3"/>
    <w:rsid w:val="00531A83"/>
    <w:rsid w:val="00532430"/>
    <w:rsid w:val="00533D4E"/>
    <w:rsid w:val="00533F58"/>
    <w:rsid w:val="0053528A"/>
    <w:rsid w:val="005405B2"/>
    <w:rsid w:val="00542DC6"/>
    <w:rsid w:val="0054401B"/>
    <w:rsid w:val="00544027"/>
    <w:rsid w:val="005452E8"/>
    <w:rsid w:val="00545939"/>
    <w:rsid w:val="00546440"/>
    <w:rsid w:val="00546BE6"/>
    <w:rsid w:val="0054770F"/>
    <w:rsid w:val="0055052F"/>
    <w:rsid w:val="00550682"/>
    <w:rsid w:val="00554FF6"/>
    <w:rsid w:val="005559EC"/>
    <w:rsid w:val="005559F1"/>
    <w:rsid w:val="0055609D"/>
    <w:rsid w:val="00556406"/>
    <w:rsid w:val="0055690A"/>
    <w:rsid w:val="00556AA4"/>
    <w:rsid w:val="00556FD4"/>
    <w:rsid w:val="005609EF"/>
    <w:rsid w:val="00563D34"/>
    <w:rsid w:val="00564448"/>
    <w:rsid w:val="00564E0C"/>
    <w:rsid w:val="00565483"/>
    <w:rsid w:val="00565D52"/>
    <w:rsid w:val="00571A36"/>
    <w:rsid w:val="00571EA3"/>
    <w:rsid w:val="005721C2"/>
    <w:rsid w:val="00573679"/>
    <w:rsid w:val="00573C4C"/>
    <w:rsid w:val="0057583C"/>
    <w:rsid w:val="00575EFA"/>
    <w:rsid w:val="00576372"/>
    <w:rsid w:val="005779A6"/>
    <w:rsid w:val="00577D8D"/>
    <w:rsid w:val="005801A1"/>
    <w:rsid w:val="00581D0F"/>
    <w:rsid w:val="005848AF"/>
    <w:rsid w:val="00585FF5"/>
    <w:rsid w:val="0058643C"/>
    <w:rsid w:val="00586BA2"/>
    <w:rsid w:val="00587CE5"/>
    <w:rsid w:val="00587F1B"/>
    <w:rsid w:val="00590130"/>
    <w:rsid w:val="0059416F"/>
    <w:rsid w:val="00595203"/>
    <w:rsid w:val="00596896"/>
    <w:rsid w:val="00597337"/>
    <w:rsid w:val="00597BE6"/>
    <w:rsid w:val="00597C45"/>
    <w:rsid w:val="005A386B"/>
    <w:rsid w:val="005A3B77"/>
    <w:rsid w:val="005A4A12"/>
    <w:rsid w:val="005A6768"/>
    <w:rsid w:val="005A70B4"/>
    <w:rsid w:val="005B0424"/>
    <w:rsid w:val="005B0D54"/>
    <w:rsid w:val="005B1441"/>
    <w:rsid w:val="005B3E2B"/>
    <w:rsid w:val="005B409D"/>
    <w:rsid w:val="005B5A71"/>
    <w:rsid w:val="005B5DB4"/>
    <w:rsid w:val="005B7663"/>
    <w:rsid w:val="005B7810"/>
    <w:rsid w:val="005B7E44"/>
    <w:rsid w:val="005C08A8"/>
    <w:rsid w:val="005C1EE6"/>
    <w:rsid w:val="005C276E"/>
    <w:rsid w:val="005C3120"/>
    <w:rsid w:val="005C3288"/>
    <w:rsid w:val="005C44E7"/>
    <w:rsid w:val="005C6A79"/>
    <w:rsid w:val="005D15F5"/>
    <w:rsid w:val="005D177D"/>
    <w:rsid w:val="005D2F96"/>
    <w:rsid w:val="005D33A8"/>
    <w:rsid w:val="005D4817"/>
    <w:rsid w:val="005D4E56"/>
    <w:rsid w:val="005D7377"/>
    <w:rsid w:val="005E2B0C"/>
    <w:rsid w:val="005E3CCA"/>
    <w:rsid w:val="005E6636"/>
    <w:rsid w:val="005E7023"/>
    <w:rsid w:val="005E75F3"/>
    <w:rsid w:val="005F3ACA"/>
    <w:rsid w:val="005F3F38"/>
    <w:rsid w:val="005F3FDF"/>
    <w:rsid w:val="005F4DB9"/>
    <w:rsid w:val="005F6097"/>
    <w:rsid w:val="005F6EB3"/>
    <w:rsid w:val="00600CA2"/>
    <w:rsid w:val="00601605"/>
    <w:rsid w:val="0060220B"/>
    <w:rsid w:val="0060414C"/>
    <w:rsid w:val="00605D03"/>
    <w:rsid w:val="0060625E"/>
    <w:rsid w:val="00606383"/>
    <w:rsid w:val="006063E7"/>
    <w:rsid w:val="00606779"/>
    <w:rsid w:val="00607588"/>
    <w:rsid w:val="00610D53"/>
    <w:rsid w:val="00612484"/>
    <w:rsid w:val="006127E2"/>
    <w:rsid w:val="006132D3"/>
    <w:rsid w:val="00615C68"/>
    <w:rsid w:val="006162A4"/>
    <w:rsid w:val="00621742"/>
    <w:rsid w:val="00624FA7"/>
    <w:rsid w:val="006319BD"/>
    <w:rsid w:val="0063244E"/>
    <w:rsid w:val="00632C05"/>
    <w:rsid w:val="006331D0"/>
    <w:rsid w:val="006334AA"/>
    <w:rsid w:val="00633B0C"/>
    <w:rsid w:val="00633EF6"/>
    <w:rsid w:val="00634A09"/>
    <w:rsid w:val="00634B74"/>
    <w:rsid w:val="0064018E"/>
    <w:rsid w:val="00640458"/>
    <w:rsid w:val="00640FE4"/>
    <w:rsid w:val="00642615"/>
    <w:rsid w:val="00643336"/>
    <w:rsid w:val="00644CAC"/>
    <w:rsid w:val="00645597"/>
    <w:rsid w:val="006470E0"/>
    <w:rsid w:val="006521BD"/>
    <w:rsid w:val="0065226F"/>
    <w:rsid w:val="00653659"/>
    <w:rsid w:val="00654BB9"/>
    <w:rsid w:val="00654C8B"/>
    <w:rsid w:val="00656195"/>
    <w:rsid w:val="00660B8E"/>
    <w:rsid w:val="006644DD"/>
    <w:rsid w:val="00670899"/>
    <w:rsid w:val="00672E1F"/>
    <w:rsid w:val="00673070"/>
    <w:rsid w:val="00677297"/>
    <w:rsid w:val="00677C3D"/>
    <w:rsid w:val="00677D0D"/>
    <w:rsid w:val="006804FD"/>
    <w:rsid w:val="006804FE"/>
    <w:rsid w:val="006813B9"/>
    <w:rsid w:val="0068532A"/>
    <w:rsid w:val="00686381"/>
    <w:rsid w:val="00694656"/>
    <w:rsid w:val="00696EE5"/>
    <w:rsid w:val="00697709"/>
    <w:rsid w:val="006A0F8E"/>
    <w:rsid w:val="006A2A2C"/>
    <w:rsid w:val="006A379E"/>
    <w:rsid w:val="006A38AF"/>
    <w:rsid w:val="006A4F0D"/>
    <w:rsid w:val="006A5135"/>
    <w:rsid w:val="006A5D83"/>
    <w:rsid w:val="006A60FB"/>
    <w:rsid w:val="006A6122"/>
    <w:rsid w:val="006A61B6"/>
    <w:rsid w:val="006A7BDC"/>
    <w:rsid w:val="006B11CA"/>
    <w:rsid w:val="006B2524"/>
    <w:rsid w:val="006B43C8"/>
    <w:rsid w:val="006B58AB"/>
    <w:rsid w:val="006B6F93"/>
    <w:rsid w:val="006B6FDA"/>
    <w:rsid w:val="006B7FE8"/>
    <w:rsid w:val="006C16DD"/>
    <w:rsid w:val="006C288C"/>
    <w:rsid w:val="006C3641"/>
    <w:rsid w:val="006C4BC9"/>
    <w:rsid w:val="006C4F3A"/>
    <w:rsid w:val="006C52E3"/>
    <w:rsid w:val="006C6635"/>
    <w:rsid w:val="006C6C06"/>
    <w:rsid w:val="006C6C1C"/>
    <w:rsid w:val="006D1881"/>
    <w:rsid w:val="006D23F6"/>
    <w:rsid w:val="006D3BCC"/>
    <w:rsid w:val="006D5316"/>
    <w:rsid w:val="006E02A9"/>
    <w:rsid w:val="006E0596"/>
    <w:rsid w:val="006E1185"/>
    <w:rsid w:val="006E30C5"/>
    <w:rsid w:val="006E47EF"/>
    <w:rsid w:val="006E5EF0"/>
    <w:rsid w:val="006E72F4"/>
    <w:rsid w:val="006F4427"/>
    <w:rsid w:val="006F4567"/>
    <w:rsid w:val="006F45DA"/>
    <w:rsid w:val="006F48E4"/>
    <w:rsid w:val="006F4916"/>
    <w:rsid w:val="006F60B2"/>
    <w:rsid w:val="006F6E8C"/>
    <w:rsid w:val="006F7301"/>
    <w:rsid w:val="007014C8"/>
    <w:rsid w:val="00702054"/>
    <w:rsid w:val="0070471D"/>
    <w:rsid w:val="00706907"/>
    <w:rsid w:val="007075C8"/>
    <w:rsid w:val="007114A4"/>
    <w:rsid w:val="0071189B"/>
    <w:rsid w:val="00711A2D"/>
    <w:rsid w:val="00712044"/>
    <w:rsid w:val="007142CF"/>
    <w:rsid w:val="00715552"/>
    <w:rsid w:val="00715995"/>
    <w:rsid w:val="00717C57"/>
    <w:rsid w:val="00720E64"/>
    <w:rsid w:val="00724074"/>
    <w:rsid w:val="00724BCA"/>
    <w:rsid w:val="00725260"/>
    <w:rsid w:val="00725C48"/>
    <w:rsid w:val="00726368"/>
    <w:rsid w:val="00730FDC"/>
    <w:rsid w:val="0073390E"/>
    <w:rsid w:val="00734147"/>
    <w:rsid w:val="007342B1"/>
    <w:rsid w:val="007358CD"/>
    <w:rsid w:val="00741119"/>
    <w:rsid w:val="00741204"/>
    <w:rsid w:val="00742B5B"/>
    <w:rsid w:val="00743803"/>
    <w:rsid w:val="0074465B"/>
    <w:rsid w:val="007449BA"/>
    <w:rsid w:val="0074504A"/>
    <w:rsid w:val="0074519E"/>
    <w:rsid w:val="00746482"/>
    <w:rsid w:val="00746F24"/>
    <w:rsid w:val="00747700"/>
    <w:rsid w:val="00747883"/>
    <w:rsid w:val="00750074"/>
    <w:rsid w:val="00751638"/>
    <w:rsid w:val="00753B0A"/>
    <w:rsid w:val="00761110"/>
    <w:rsid w:val="007666CA"/>
    <w:rsid w:val="00767185"/>
    <w:rsid w:val="007671B7"/>
    <w:rsid w:val="00771247"/>
    <w:rsid w:val="0077304C"/>
    <w:rsid w:val="0077380B"/>
    <w:rsid w:val="0077596A"/>
    <w:rsid w:val="00776E44"/>
    <w:rsid w:val="0077788A"/>
    <w:rsid w:val="0078034D"/>
    <w:rsid w:val="00781785"/>
    <w:rsid w:val="00781BC6"/>
    <w:rsid w:val="007820FB"/>
    <w:rsid w:val="00783239"/>
    <w:rsid w:val="0078431D"/>
    <w:rsid w:val="007856AC"/>
    <w:rsid w:val="0078600E"/>
    <w:rsid w:val="007864CE"/>
    <w:rsid w:val="007872A7"/>
    <w:rsid w:val="0078781B"/>
    <w:rsid w:val="0079333B"/>
    <w:rsid w:val="00793663"/>
    <w:rsid w:val="007951A9"/>
    <w:rsid w:val="007A37F0"/>
    <w:rsid w:val="007A492C"/>
    <w:rsid w:val="007A5AAE"/>
    <w:rsid w:val="007A642B"/>
    <w:rsid w:val="007A6432"/>
    <w:rsid w:val="007A799E"/>
    <w:rsid w:val="007B2525"/>
    <w:rsid w:val="007B2A52"/>
    <w:rsid w:val="007B2B91"/>
    <w:rsid w:val="007B380C"/>
    <w:rsid w:val="007B47B5"/>
    <w:rsid w:val="007B5335"/>
    <w:rsid w:val="007B56AF"/>
    <w:rsid w:val="007B6B60"/>
    <w:rsid w:val="007B766A"/>
    <w:rsid w:val="007C2589"/>
    <w:rsid w:val="007C29A7"/>
    <w:rsid w:val="007C3878"/>
    <w:rsid w:val="007C5822"/>
    <w:rsid w:val="007C5F65"/>
    <w:rsid w:val="007C6DEE"/>
    <w:rsid w:val="007D0356"/>
    <w:rsid w:val="007D2F79"/>
    <w:rsid w:val="007D3343"/>
    <w:rsid w:val="007D399B"/>
    <w:rsid w:val="007D3A63"/>
    <w:rsid w:val="007D3B44"/>
    <w:rsid w:val="007D5405"/>
    <w:rsid w:val="007D5F71"/>
    <w:rsid w:val="007D62A9"/>
    <w:rsid w:val="007E03CF"/>
    <w:rsid w:val="007E5542"/>
    <w:rsid w:val="007E56C0"/>
    <w:rsid w:val="007E57AC"/>
    <w:rsid w:val="007E74DD"/>
    <w:rsid w:val="007E7CDB"/>
    <w:rsid w:val="007F014F"/>
    <w:rsid w:val="007F0396"/>
    <w:rsid w:val="007F0530"/>
    <w:rsid w:val="007F21A7"/>
    <w:rsid w:val="007F2CA8"/>
    <w:rsid w:val="007F482D"/>
    <w:rsid w:val="007F5F8F"/>
    <w:rsid w:val="00800925"/>
    <w:rsid w:val="00800DCA"/>
    <w:rsid w:val="00801925"/>
    <w:rsid w:val="00801CAF"/>
    <w:rsid w:val="0080310D"/>
    <w:rsid w:val="008031C9"/>
    <w:rsid w:val="00803434"/>
    <w:rsid w:val="0080366D"/>
    <w:rsid w:val="00803FD6"/>
    <w:rsid w:val="00805FA5"/>
    <w:rsid w:val="008060A1"/>
    <w:rsid w:val="00806D28"/>
    <w:rsid w:val="00807866"/>
    <w:rsid w:val="0081600A"/>
    <w:rsid w:val="008162DE"/>
    <w:rsid w:val="00816CC8"/>
    <w:rsid w:val="00817023"/>
    <w:rsid w:val="008172D5"/>
    <w:rsid w:val="008201EC"/>
    <w:rsid w:val="00820E91"/>
    <w:rsid w:val="00821982"/>
    <w:rsid w:val="00823E70"/>
    <w:rsid w:val="00824D57"/>
    <w:rsid w:val="008263B9"/>
    <w:rsid w:val="00827356"/>
    <w:rsid w:val="00831B99"/>
    <w:rsid w:val="00832494"/>
    <w:rsid w:val="00832BDA"/>
    <w:rsid w:val="00833BE7"/>
    <w:rsid w:val="008349FF"/>
    <w:rsid w:val="00836287"/>
    <w:rsid w:val="00836B22"/>
    <w:rsid w:val="00837A95"/>
    <w:rsid w:val="0084236D"/>
    <w:rsid w:val="00845574"/>
    <w:rsid w:val="008463F7"/>
    <w:rsid w:val="00847D88"/>
    <w:rsid w:val="00850E70"/>
    <w:rsid w:val="00851ABC"/>
    <w:rsid w:val="008549B2"/>
    <w:rsid w:val="00856230"/>
    <w:rsid w:val="008566EC"/>
    <w:rsid w:val="00857EF3"/>
    <w:rsid w:val="00857FCA"/>
    <w:rsid w:val="00861534"/>
    <w:rsid w:val="00861814"/>
    <w:rsid w:val="00861FA3"/>
    <w:rsid w:val="008623AC"/>
    <w:rsid w:val="00862A30"/>
    <w:rsid w:val="00863E01"/>
    <w:rsid w:val="0086411B"/>
    <w:rsid w:val="00864E41"/>
    <w:rsid w:val="00865578"/>
    <w:rsid w:val="008659BB"/>
    <w:rsid w:val="00867CE5"/>
    <w:rsid w:val="00870340"/>
    <w:rsid w:val="00871B5E"/>
    <w:rsid w:val="00873248"/>
    <w:rsid w:val="00874F7F"/>
    <w:rsid w:val="0087658A"/>
    <w:rsid w:val="008801C4"/>
    <w:rsid w:val="0088252C"/>
    <w:rsid w:val="00883A01"/>
    <w:rsid w:val="00883B7F"/>
    <w:rsid w:val="008849F4"/>
    <w:rsid w:val="00885784"/>
    <w:rsid w:val="00885C39"/>
    <w:rsid w:val="00885CE3"/>
    <w:rsid w:val="00885DF0"/>
    <w:rsid w:val="00886655"/>
    <w:rsid w:val="00887836"/>
    <w:rsid w:val="0089073C"/>
    <w:rsid w:val="00890FAD"/>
    <w:rsid w:val="00891705"/>
    <w:rsid w:val="00891A68"/>
    <w:rsid w:val="00891F36"/>
    <w:rsid w:val="008925CA"/>
    <w:rsid w:val="008930B7"/>
    <w:rsid w:val="00893271"/>
    <w:rsid w:val="00893914"/>
    <w:rsid w:val="00893D6F"/>
    <w:rsid w:val="008943B7"/>
    <w:rsid w:val="00894444"/>
    <w:rsid w:val="00897EB4"/>
    <w:rsid w:val="008A15CA"/>
    <w:rsid w:val="008A25B9"/>
    <w:rsid w:val="008A3686"/>
    <w:rsid w:val="008A4500"/>
    <w:rsid w:val="008A4EB2"/>
    <w:rsid w:val="008A5317"/>
    <w:rsid w:val="008A5639"/>
    <w:rsid w:val="008A68C3"/>
    <w:rsid w:val="008A7211"/>
    <w:rsid w:val="008A7447"/>
    <w:rsid w:val="008A75F9"/>
    <w:rsid w:val="008A78C4"/>
    <w:rsid w:val="008B09B5"/>
    <w:rsid w:val="008B0AD6"/>
    <w:rsid w:val="008B10F1"/>
    <w:rsid w:val="008B1452"/>
    <w:rsid w:val="008B19E7"/>
    <w:rsid w:val="008B25A7"/>
    <w:rsid w:val="008B26EB"/>
    <w:rsid w:val="008B362F"/>
    <w:rsid w:val="008B5C6A"/>
    <w:rsid w:val="008B5F7A"/>
    <w:rsid w:val="008B6097"/>
    <w:rsid w:val="008C0019"/>
    <w:rsid w:val="008C021C"/>
    <w:rsid w:val="008C0C67"/>
    <w:rsid w:val="008C40FF"/>
    <w:rsid w:val="008C4CA0"/>
    <w:rsid w:val="008C4DD1"/>
    <w:rsid w:val="008C7C91"/>
    <w:rsid w:val="008C7D37"/>
    <w:rsid w:val="008D05EB"/>
    <w:rsid w:val="008D178C"/>
    <w:rsid w:val="008D1ED2"/>
    <w:rsid w:val="008D4026"/>
    <w:rsid w:val="008D5405"/>
    <w:rsid w:val="008D6666"/>
    <w:rsid w:val="008D7E71"/>
    <w:rsid w:val="008E03B9"/>
    <w:rsid w:val="008E0667"/>
    <w:rsid w:val="008E082C"/>
    <w:rsid w:val="008E27AF"/>
    <w:rsid w:val="008E47A2"/>
    <w:rsid w:val="008E4A90"/>
    <w:rsid w:val="008E52E8"/>
    <w:rsid w:val="008E5874"/>
    <w:rsid w:val="008E5AD6"/>
    <w:rsid w:val="008E6C67"/>
    <w:rsid w:val="008E731F"/>
    <w:rsid w:val="008F2985"/>
    <w:rsid w:val="008F3803"/>
    <w:rsid w:val="008F4093"/>
    <w:rsid w:val="008F481A"/>
    <w:rsid w:val="008F4EC8"/>
    <w:rsid w:val="008F6D1A"/>
    <w:rsid w:val="008F7598"/>
    <w:rsid w:val="00900D18"/>
    <w:rsid w:val="00902A79"/>
    <w:rsid w:val="00903A9D"/>
    <w:rsid w:val="009047B3"/>
    <w:rsid w:val="00906CAE"/>
    <w:rsid w:val="009072D2"/>
    <w:rsid w:val="009112E4"/>
    <w:rsid w:val="009118DA"/>
    <w:rsid w:val="00913011"/>
    <w:rsid w:val="00913C5A"/>
    <w:rsid w:val="00913C7D"/>
    <w:rsid w:val="00917768"/>
    <w:rsid w:val="009211AE"/>
    <w:rsid w:val="00922422"/>
    <w:rsid w:val="00923EE4"/>
    <w:rsid w:val="0092537B"/>
    <w:rsid w:val="00925F45"/>
    <w:rsid w:val="00926CD7"/>
    <w:rsid w:val="00931406"/>
    <w:rsid w:val="009339A1"/>
    <w:rsid w:val="00933B96"/>
    <w:rsid w:val="0093479B"/>
    <w:rsid w:val="00934A96"/>
    <w:rsid w:val="009359F9"/>
    <w:rsid w:val="009366B2"/>
    <w:rsid w:val="009407FC"/>
    <w:rsid w:val="00942538"/>
    <w:rsid w:val="00942665"/>
    <w:rsid w:val="009471E5"/>
    <w:rsid w:val="00947425"/>
    <w:rsid w:val="00947884"/>
    <w:rsid w:val="00950024"/>
    <w:rsid w:val="0095193C"/>
    <w:rsid w:val="009540E4"/>
    <w:rsid w:val="009546B3"/>
    <w:rsid w:val="00957360"/>
    <w:rsid w:val="00961E96"/>
    <w:rsid w:val="009629FE"/>
    <w:rsid w:val="00963CD6"/>
    <w:rsid w:val="009646E0"/>
    <w:rsid w:val="00965C30"/>
    <w:rsid w:val="00965C38"/>
    <w:rsid w:val="0096640C"/>
    <w:rsid w:val="00971AC2"/>
    <w:rsid w:val="00972343"/>
    <w:rsid w:val="00973E85"/>
    <w:rsid w:val="00974D80"/>
    <w:rsid w:val="00974E3D"/>
    <w:rsid w:val="00976CC6"/>
    <w:rsid w:val="00981796"/>
    <w:rsid w:val="0098362B"/>
    <w:rsid w:val="00985084"/>
    <w:rsid w:val="0098511F"/>
    <w:rsid w:val="009869C3"/>
    <w:rsid w:val="00986E4F"/>
    <w:rsid w:val="00986FA1"/>
    <w:rsid w:val="00987FEE"/>
    <w:rsid w:val="0099016E"/>
    <w:rsid w:val="00990746"/>
    <w:rsid w:val="0099101D"/>
    <w:rsid w:val="0099391E"/>
    <w:rsid w:val="009939B3"/>
    <w:rsid w:val="009947EB"/>
    <w:rsid w:val="009948CD"/>
    <w:rsid w:val="00994E9F"/>
    <w:rsid w:val="00994F4E"/>
    <w:rsid w:val="0099516F"/>
    <w:rsid w:val="0099609F"/>
    <w:rsid w:val="00996D62"/>
    <w:rsid w:val="009975A1"/>
    <w:rsid w:val="00997DFE"/>
    <w:rsid w:val="009A1D3F"/>
    <w:rsid w:val="009A6E98"/>
    <w:rsid w:val="009A6F08"/>
    <w:rsid w:val="009B065B"/>
    <w:rsid w:val="009B0EB7"/>
    <w:rsid w:val="009B22A6"/>
    <w:rsid w:val="009B6AB8"/>
    <w:rsid w:val="009C055F"/>
    <w:rsid w:val="009C0996"/>
    <w:rsid w:val="009C2290"/>
    <w:rsid w:val="009C2551"/>
    <w:rsid w:val="009C364F"/>
    <w:rsid w:val="009C4B62"/>
    <w:rsid w:val="009C4DCA"/>
    <w:rsid w:val="009C5A61"/>
    <w:rsid w:val="009D03AE"/>
    <w:rsid w:val="009D18FC"/>
    <w:rsid w:val="009E1D86"/>
    <w:rsid w:val="009E5ACB"/>
    <w:rsid w:val="009E7793"/>
    <w:rsid w:val="009E7C85"/>
    <w:rsid w:val="009F004C"/>
    <w:rsid w:val="009F0637"/>
    <w:rsid w:val="009F3F50"/>
    <w:rsid w:val="009F52D2"/>
    <w:rsid w:val="009F57CF"/>
    <w:rsid w:val="009F5C7F"/>
    <w:rsid w:val="009F791C"/>
    <w:rsid w:val="00A03003"/>
    <w:rsid w:val="00A03E0F"/>
    <w:rsid w:val="00A03E48"/>
    <w:rsid w:val="00A05D84"/>
    <w:rsid w:val="00A06B9D"/>
    <w:rsid w:val="00A0702A"/>
    <w:rsid w:val="00A075D6"/>
    <w:rsid w:val="00A07D08"/>
    <w:rsid w:val="00A1099E"/>
    <w:rsid w:val="00A11BD5"/>
    <w:rsid w:val="00A126F6"/>
    <w:rsid w:val="00A145D7"/>
    <w:rsid w:val="00A1509F"/>
    <w:rsid w:val="00A1548D"/>
    <w:rsid w:val="00A15D69"/>
    <w:rsid w:val="00A20E01"/>
    <w:rsid w:val="00A212EA"/>
    <w:rsid w:val="00A22484"/>
    <w:rsid w:val="00A241E1"/>
    <w:rsid w:val="00A24E47"/>
    <w:rsid w:val="00A25913"/>
    <w:rsid w:val="00A25E0C"/>
    <w:rsid w:val="00A25F96"/>
    <w:rsid w:val="00A30F48"/>
    <w:rsid w:val="00A3256E"/>
    <w:rsid w:val="00A365CA"/>
    <w:rsid w:val="00A40ACB"/>
    <w:rsid w:val="00A425E5"/>
    <w:rsid w:val="00A42B22"/>
    <w:rsid w:val="00A4441E"/>
    <w:rsid w:val="00A4542F"/>
    <w:rsid w:val="00A4678C"/>
    <w:rsid w:val="00A47AA9"/>
    <w:rsid w:val="00A51E95"/>
    <w:rsid w:val="00A520F1"/>
    <w:rsid w:val="00A52E27"/>
    <w:rsid w:val="00A53F7C"/>
    <w:rsid w:val="00A54735"/>
    <w:rsid w:val="00A56C01"/>
    <w:rsid w:val="00A57313"/>
    <w:rsid w:val="00A6082B"/>
    <w:rsid w:val="00A60BAC"/>
    <w:rsid w:val="00A61EA3"/>
    <w:rsid w:val="00A61EED"/>
    <w:rsid w:val="00A62461"/>
    <w:rsid w:val="00A633F7"/>
    <w:rsid w:val="00A63821"/>
    <w:rsid w:val="00A6674F"/>
    <w:rsid w:val="00A71719"/>
    <w:rsid w:val="00A72C08"/>
    <w:rsid w:val="00A72D06"/>
    <w:rsid w:val="00A73FF0"/>
    <w:rsid w:val="00A745AA"/>
    <w:rsid w:val="00A749BD"/>
    <w:rsid w:val="00A7598B"/>
    <w:rsid w:val="00A81486"/>
    <w:rsid w:val="00A82F7F"/>
    <w:rsid w:val="00A83D86"/>
    <w:rsid w:val="00A86139"/>
    <w:rsid w:val="00A86951"/>
    <w:rsid w:val="00A87439"/>
    <w:rsid w:val="00A90067"/>
    <w:rsid w:val="00A90B31"/>
    <w:rsid w:val="00A94E22"/>
    <w:rsid w:val="00A94F14"/>
    <w:rsid w:val="00A954BD"/>
    <w:rsid w:val="00A95885"/>
    <w:rsid w:val="00A95FA4"/>
    <w:rsid w:val="00A9682A"/>
    <w:rsid w:val="00A97600"/>
    <w:rsid w:val="00A979EF"/>
    <w:rsid w:val="00AA0AF2"/>
    <w:rsid w:val="00AA1A03"/>
    <w:rsid w:val="00AA1A27"/>
    <w:rsid w:val="00AA1A48"/>
    <w:rsid w:val="00AA3550"/>
    <w:rsid w:val="00AA5213"/>
    <w:rsid w:val="00AA56F4"/>
    <w:rsid w:val="00AA5FE5"/>
    <w:rsid w:val="00AA6860"/>
    <w:rsid w:val="00AA73AB"/>
    <w:rsid w:val="00AA74C5"/>
    <w:rsid w:val="00AB0E9F"/>
    <w:rsid w:val="00AB0F03"/>
    <w:rsid w:val="00AB1556"/>
    <w:rsid w:val="00AB1BFF"/>
    <w:rsid w:val="00AB26CE"/>
    <w:rsid w:val="00AB2873"/>
    <w:rsid w:val="00AB2CA7"/>
    <w:rsid w:val="00AB3AC2"/>
    <w:rsid w:val="00AB3B6D"/>
    <w:rsid w:val="00AB3BA6"/>
    <w:rsid w:val="00AB41E2"/>
    <w:rsid w:val="00AB4C11"/>
    <w:rsid w:val="00AB5A79"/>
    <w:rsid w:val="00AB7E12"/>
    <w:rsid w:val="00AC07AE"/>
    <w:rsid w:val="00AC4750"/>
    <w:rsid w:val="00AC5424"/>
    <w:rsid w:val="00AC5CCD"/>
    <w:rsid w:val="00AD09CA"/>
    <w:rsid w:val="00AD1E1F"/>
    <w:rsid w:val="00AD4139"/>
    <w:rsid w:val="00AD48EB"/>
    <w:rsid w:val="00AD4CE0"/>
    <w:rsid w:val="00AD51F0"/>
    <w:rsid w:val="00AD57F1"/>
    <w:rsid w:val="00AD7173"/>
    <w:rsid w:val="00AD7545"/>
    <w:rsid w:val="00AD761E"/>
    <w:rsid w:val="00AE1A1F"/>
    <w:rsid w:val="00AE1DC8"/>
    <w:rsid w:val="00AE36DF"/>
    <w:rsid w:val="00AE3C9C"/>
    <w:rsid w:val="00AE5347"/>
    <w:rsid w:val="00AE6999"/>
    <w:rsid w:val="00AE7C4C"/>
    <w:rsid w:val="00AF1025"/>
    <w:rsid w:val="00AF1117"/>
    <w:rsid w:val="00AF14C1"/>
    <w:rsid w:val="00AF2B68"/>
    <w:rsid w:val="00AF427A"/>
    <w:rsid w:val="00AF6E74"/>
    <w:rsid w:val="00B00FF4"/>
    <w:rsid w:val="00B05A81"/>
    <w:rsid w:val="00B06CC7"/>
    <w:rsid w:val="00B07685"/>
    <w:rsid w:val="00B1024D"/>
    <w:rsid w:val="00B10F24"/>
    <w:rsid w:val="00B135E4"/>
    <w:rsid w:val="00B14F8F"/>
    <w:rsid w:val="00B1612F"/>
    <w:rsid w:val="00B16D23"/>
    <w:rsid w:val="00B16E69"/>
    <w:rsid w:val="00B2354D"/>
    <w:rsid w:val="00B236BF"/>
    <w:rsid w:val="00B24630"/>
    <w:rsid w:val="00B25D1E"/>
    <w:rsid w:val="00B268DE"/>
    <w:rsid w:val="00B26FAA"/>
    <w:rsid w:val="00B34E89"/>
    <w:rsid w:val="00B35036"/>
    <w:rsid w:val="00B36CCD"/>
    <w:rsid w:val="00B36F32"/>
    <w:rsid w:val="00B37604"/>
    <w:rsid w:val="00B37E89"/>
    <w:rsid w:val="00B43F11"/>
    <w:rsid w:val="00B442DB"/>
    <w:rsid w:val="00B45043"/>
    <w:rsid w:val="00B463DB"/>
    <w:rsid w:val="00B469A9"/>
    <w:rsid w:val="00B47815"/>
    <w:rsid w:val="00B50D60"/>
    <w:rsid w:val="00B51612"/>
    <w:rsid w:val="00B521B5"/>
    <w:rsid w:val="00B523B6"/>
    <w:rsid w:val="00B52E66"/>
    <w:rsid w:val="00B548DE"/>
    <w:rsid w:val="00B5606D"/>
    <w:rsid w:val="00B57308"/>
    <w:rsid w:val="00B5774B"/>
    <w:rsid w:val="00B604B9"/>
    <w:rsid w:val="00B62AB1"/>
    <w:rsid w:val="00B63D92"/>
    <w:rsid w:val="00B648A1"/>
    <w:rsid w:val="00B66330"/>
    <w:rsid w:val="00B66D0E"/>
    <w:rsid w:val="00B7194C"/>
    <w:rsid w:val="00B719EB"/>
    <w:rsid w:val="00B72B35"/>
    <w:rsid w:val="00B72DAA"/>
    <w:rsid w:val="00B73C9D"/>
    <w:rsid w:val="00B74BCB"/>
    <w:rsid w:val="00B75C8F"/>
    <w:rsid w:val="00B76F38"/>
    <w:rsid w:val="00B81678"/>
    <w:rsid w:val="00B82334"/>
    <w:rsid w:val="00B826FC"/>
    <w:rsid w:val="00B828AC"/>
    <w:rsid w:val="00B83996"/>
    <w:rsid w:val="00B83F27"/>
    <w:rsid w:val="00B8523E"/>
    <w:rsid w:val="00B86197"/>
    <w:rsid w:val="00B86618"/>
    <w:rsid w:val="00B87489"/>
    <w:rsid w:val="00B9052C"/>
    <w:rsid w:val="00B90E83"/>
    <w:rsid w:val="00B927EC"/>
    <w:rsid w:val="00B965A3"/>
    <w:rsid w:val="00BA164B"/>
    <w:rsid w:val="00BA1846"/>
    <w:rsid w:val="00BA474C"/>
    <w:rsid w:val="00BA4ADB"/>
    <w:rsid w:val="00BA5329"/>
    <w:rsid w:val="00BA5767"/>
    <w:rsid w:val="00BA5D5D"/>
    <w:rsid w:val="00BB0E77"/>
    <w:rsid w:val="00BB2026"/>
    <w:rsid w:val="00BB2861"/>
    <w:rsid w:val="00BB3FF3"/>
    <w:rsid w:val="00BB57B9"/>
    <w:rsid w:val="00BB6CF0"/>
    <w:rsid w:val="00BC2CF5"/>
    <w:rsid w:val="00BC4B25"/>
    <w:rsid w:val="00BC4EA1"/>
    <w:rsid w:val="00BC7368"/>
    <w:rsid w:val="00BD0449"/>
    <w:rsid w:val="00BD0539"/>
    <w:rsid w:val="00BD08BA"/>
    <w:rsid w:val="00BD2A42"/>
    <w:rsid w:val="00BD4501"/>
    <w:rsid w:val="00BD5109"/>
    <w:rsid w:val="00BD5C1C"/>
    <w:rsid w:val="00BD68E1"/>
    <w:rsid w:val="00BD6D03"/>
    <w:rsid w:val="00BD6EBC"/>
    <w:rsid w:val="00BD70DF"/>
    <w:rsid w:val="00BD7E1E"/>
    <w:rsid w:val="00BE01DE"/>
    <w:rsid w:val="00BE0D87"/>
    <w:rsid w:val="00BE1681"/>
    <w:rsid w:val="00BE16D1"/>
    <w:rsid w:val="00BE3DF8"/>
    <w:rsid w:val="00BE708F"/>
    <w:rsid w:val="00BE70EF"/>
    <w:rsid w:val="00BF0817"/>
    <w:rsid w:val="00BF361E"/>
    <w:rsid w:val="00BF43E5"/>
    <w:rsid w:val="00BF56EE"/>
    <w:rsid w:val="00BF6029"/>
    <w:rsid w:val="00BF6F90"/>
    <w:rsid w:val="00BF7BD5"/>
    <w:rsid w:val="00C00BC1"/>
    <w:rsid w:val="00C0184F"/>
    <w:rsid w:val="00C01854"/>
    <w:rsid w:val="00C0234A"/>
    <w:rsid w:val="00C033DB"/>
    <w:rsid w:val="00C043B7"/>
    <w:rsid w:val="00C05A0F"/>
    <w:rsid w:val="00C05F22"/>
    <w:rsid w:val="00C06C52"/>
    <w:rsid w:val="00C06F19"/>
    <w:rsid w:val="00C0764E"/>
    <w:rsid w:val="00C10B88"/>
    <w:rsid w:val="00C113BB"/>
    <w:rsid w:val="00C11B6C"/>
    <w:rsid w:val="00C128B3"/>
    <w:rsid w:val="00C1294F"/>
    <w:rsid w:val="00C160DE"/>
    <w:rsid w:val="00C1783E"/>
    <w:rsid w:val="00C206A5"/>
    <w:rsid w:val="00C20BF2"/>
    <w:rsid w:val="00C20FB5"/>
    <w:rsid w:val="00C21D5D"/>
    <w:rsid w:val="00C2252A"/>
    <w:rsid w:val="00C23259"/>
    <w:rsid w:val="00C26991"/>
    <w:rsid w:val="00C2797B"/>
    <w:rsid w:val="00C27A2D"/>
    <w:rsid w:val="00C32F9C"/>
    <w:rsid w:val="00C33E68"/>
    <w:rsid w:val="00C33EF2"/>
    <w:rsid w:val="00C34157"/>
    <w:rsid w:val="00C3667A"/>
    <w:rsid w:val="00C36ADF"/>
    <w:rsid w:val="00C36C05"/>
    <w:rsid w:val="00C41AD2"/>
    <w:rsid w:val="00C42154"/>
    <w:rsid w:val="00C42D76"/>
    <w:rsid w:val="00C43F38"/>
    <w:rsid w:val="00C46101"/>
    <w:rsid w:val="00C47F8D"/>
    <w:rsid w:val="00C50A22"/>
    <w:rsid w:val="00C50AC4"/>
    <w:rsid w:val="00C52519"/>
    <w:rsid w:val="00C56F0A"/>
    <w:rsid w:val="00C60764"/>
    <w:rsid w:val="00C632DC"/>
    <w:rsid w:val="00C649E6"/>
    <w:rsid w:val="00C64B1F"/>
    <w:rsid w:val="00C65197"/>
    <w:rsid w:val="00C65D0F"/>
    <w:rsid w:val="00C66F84"/>
    <w:rsid w:val="00C67679"/>
    <w:rsid w:val="00C67B4B"/>
    <w:rsid w:val="00C67BD3"/>
    <w:rsid w:val="00C70E56"/>
    <w:rsid w:val="00C73BBC"/>
    <w:rsid w:val="00C74DF9"/>
    <w:rsid w:val="00C75DC9"/>
    <w:rsid w:val="00C76239"/>
    <w:rsid w:val="00C77972"/>
    <w:rsid w:val="00C7798D"/>
    <w:rsid w:val="00C81B8D"/>
    <w:rsid w:val="00C8365A"/>
    <w:rsid w:val="00C83CEA"/>
    <w:rsid w:val="00C90E29"/>
    <w:rsid w:val="00C90FA7"/>
    <w:rsid w:val="00C94889"/>
    <w:rsid w:val="00C951DF"/>
    <w:rsid w:val="00C955D3"/>
    <w:rsid w:val="00C970B5"/>
    <w:rsid w:val="00CA7057"/>
    <w:rsid w:val="00CB013F"/>
    <w:rsid w:val="00CB1704"/>
    <w:rsid w:val="00CB24B4"/>
    <w:rsid w:val="00CB30E1"/>
    <w:rsid w:val="00CB3125"/>
    <w:rsid w:val="00CB3CCA"/>
    <w:rsid w:val="00CB470E"/>
    <w:rsid w:val="00CB53F9"/>
    <w:rsid w:val="00CB71F9"/>
    <w:rsid w:val="00CC1CDA"/>
    <w:rsid w:val="00CC2FEA"/>
    <w:rsid w:val="00CC3C32"/>
    <w:rsid w:val="00CC47C2"/>
    <w:rsid w:val="00CC54AD"/>
    <w:rsid w:val="00CC6C11"/>
    <w:rsid w:val="00CD091F"/>
    <w:rsid w:val="00CD1B2F"/>
    <w:rsid w:val="00CD35A8"/>
    <w:rsid w:val="00CD35DA"/>
    <w:rsid w:val="00CD3747"/>
    <w:rsid w:val="00CD4B57"/>
    <w:rsid w:val="00CD4D2F"/>
    <w:rsid w:val="00CD512C"/>
    <w:rsid w:val="00CD5184"/>
    <w:rsid w:val="00CD67B4"/>
    <w:rsid w:val="00CD6A0F"/>
    <w:rsid w:val="00CD6AB0"/>
    <w:rsid w:val="00CD76DD"/>
    <w:rsid w:val="00CE1AB9"/>
    <w:rsid w:val="00CE2B52"/>
    <w:rsid w:val="00CE5A31"/>
    <w:rsid w:val="00CE7E4B"/>
    <w:rsid w:val="00CF05EB"/>
    <w:rsid w:val="00CF1FE3"/>
    <w:rsid w:val="00CF20EE"/>
    <w:rsid w:val="00CF46D6"/>
    <w:rsid w:val="00CF6106"/>
    <w:rsid w:val="00CF7514"/>
    <w:rsid w:val="00D03204"/>
    <w:rsid w:val="00D05303"/>
    <w:rsid w:val="00D05830"/>
    <w:rsid w:val="00D07461"/>
    <w:rsid w:val="00D07962"/>
    <w:rsid w:val="00D0798A"/>
    <w:rsid w:val="00D11070"/>
    <w:rsid w:val="00D11BB9"/>
    <w:rsid w:val="00D11F66"/>
    <w:rsid w:val="00D13CB3"/>
    <w:rsid w:val="00D147EB"/>
    <w:rsid w:val="00D150C8"/>
    <w:rsid w:val="00D15342"/>
    <w:rsid w:val="00D15502"/>
    <w:rsid w:val="00D2081F"/>
    <w:rsid w:val="00D221ED"/>
    <w:rsid w:val="00D23DEB"/>
    <w:rsid w:val="00D260F4"/>
    <w:rsid w:val="00D26AC6"/>
    <w:rsid w:val="00D26FBB"/>
    <w:rsid w:val="00D27201"/>
    <w:rsid w:val="00D31653"/>
    <w:rsid w:val="00D321B8"/>
    <w:rsid w:val="00D330B1"/>
    <w:rsid w:val="00D33410"/>
    <w:rsid w:val="00D3352C"/>
    <w:rsid w:val="00D34552"/>
    <w:rsid w:val="00D36B77"/>
    <w:rsid w:val="00D37418"/>
    <w:rsid w:val="00D424C4"/>
    <w:rsid w:val="00D43A9B"/>
    <w:rsid w:val="00D43D8F"/>
    <w:rsid w:val="00D461B5"/>
    <w:rsid w:val="00D46479"/>
    <w:rsid w:val="00D4688B"/>
    <w:rsid w:val="00D46F61"/>
    <w:rsid w:val="00D508D4"/>
    <w:rsid w:val="00D516AD"/>
    <w:rsid w:val="00D51B0D"/>
    <w:rsid w:val="00D51CEB"/>
    <w:rsid w:val="00D51E68"/>
    <w:rsid w:val="00D55678"/>
    <w:rsid w:val="00D560A5"/>
    <w:rsid w:val="00D572B4"/>
    <w:rsid w:val="00D57DD2"/>
    <w:rsid w:val="00D6108E"/>
    <w:rsid w:val="00D62873"/>
    <w:rsid w:val="00D62D00"/>
    <w:rsid w:val="00D637D8"/>
    <w:rsid w:val="00D63FFF"/>
    <w:rsid w:val="00D6422C"/>
    <w:rsid w:val="00D64742"/>
    <w:rsid w:val="00D65492"/>
    <w:rsid w:val="00D70DD6"/>
    <w:rsid w:val="00D7177C"/>
    <w:rsid w:val="00D7237A"/>
    <w:rsid w:val="00D73B9B"/>
    <w:rsid w:val="00D74A81"/>
    <w:rsid w:val="00D7586F"/>
    <w:rsid w:val="00D75ACC"/>
    <w:rsid w:val="00D764D5"/>
    <w:rsid w:val="00D76E34"/>
    <w:rsid w:val="00D77012"/>
    <w:rsid w:val="00D778A0"/>
    <w:rsid w:val="00D80695"/>
    <w:rsid w:val="00D8178C"/>
    <w:rsid w:val="00D8322E"/>
    <w:rsid w:val="00D832E6"/>
    <w:rsid w:val="00D833ED"/>
    <w:rsid w:val="00D842FB"/>
    <w:rsid w:val="00D86559"/>
    <w:rsid w:val="00D875E4"/>
    <w:rsid w:val="00D905C6"/>
    <w:rsid w:val="00D90C75"/>
    <w:rsid w:val="00D92F50"/>
    <w:rsid w:val="00D963B9"/>
    <w:rsid w:val="00D96759"/>
    <w:rsid w:val="00DA0455"/>
    <w:rsid w:val="00DA15DD"/>
    <w:rsid w:val="00DA1D8C"/>
    <w:rsid w:val="00DA2E5F"/>
    <w:rsid w:val="00DA4883"/>
    <w:rsid w:val="00DA530D"/>
    <w:rsid w:val="00DA70C0"/>
    <w:rsid w:val="00DA7884"/>
    <w:rsid w:val="00DB03E9"/>
    <w:rsid w:val="00DB4C5C"/>
    <w:rsid w:val="00DB4D17"/>
    <w:rsid w:val="00DB4E3A"/>
    <w:rsid w:val="00DB5849"/>
    <w:rsid w:val="00DB6591"/>
    <w:rsid w:val="00DC187F"/>
    <w:rsid w:val="00DC274C"/>
    <w:rsid w:val="00DC35FC"/>
    <w:rsid w:val="00DC683B"/>
    <w:rsid w:val="00DC6AE1"/>
    <w:rsid w:val="00DC7160"/>
    <w:rsid w:val="00DD064E"/>
    <w:rsid w:val="00DD0736"/>
    <w:rsid w:val="00DD1484"/>
    <w:rsid w:val="00DD15FE"/>
    <w:rsid w:val="00DD1736"/>
    <w:rsid w:val="00DD50D9"/>
    <w:rsid w:val="00DD5ADE"/>
    <w:rsid w:val="00DD61A9"/>
    <w:rsid w:val="00DD6403"/>
    <w:rsid w:val="00DD7E43"/>
    <w:rsid w:val="00DE2BEE"/>
    <w:rsid w:val="00DE592A"/>
    <w:rsid w:val="00DE75F3"/>
    <w:rsid w:val="00DF0FFA"/>
    <w:rsid w:val="00DF121B"/>
    <w:rsid w:val="00DF295E"/>
    <w:rsid w:val="00DF30FA"/>
    <w:rsid w:val="00DF3804"/>
    <w:rsid w:val="00DF44C5"/>
    <w:rsid w:val="00DF5559"/>
    <w:rsid w:val="00DF59FD"/>
    <w:rsid w:val="00DF6A98"/>
    <w:rsid w:val="00E0034D"/>
    <w:rsid w:val="00E006D3"/>
    <w:rsid w:val="00E026F3"/>
    <w:rsid w:val="00E03924"/>
    <w:rsid w:val="00E03C34"/>
    <w:rsid w:val="00E04094"/>
    <w:rsid w:val="00E0488A"/>
    <w:rsid w:val="00E05777"/>
    <w:rsid w:val="00E07727"/>
    <w:rsid w:val="00E10EBC"/>
    <w:rsid w:val="00E11A3F"/>
    <w:rsid w:val="00E1371E"/>
    <w:rsid w:val="00E13E24"/>
    <w:rsid w:val="00E14721"/>
    <w:rsid w:val="00E15CC3"/>
    <w:rsid w:val="00E17546"/>
    <w:rsid w:val="00E17E4F"/>
    <w:rsid w:val="00E21EC2"/>
    <w:rsid w:val="00E22EB8"/>
    <w:rsid w:val="00E23252"/>
    <w:rsid w:val="00E23B79"/>
    <w:rsid w:val="00E2400B"/>
    <w:rsid w:val="00E24391"/>
    <w:rsid w:val="00E2462F"/>
    <w:rsid w:val="00E24925"/>
    <w:rsid w:val="00E25A32"/>
    <w:rsid w:val="00E25A45"/>
    <w:rsid w:val="00E261FD"/>
    <w:rsid w:val="00E26C56"/>
    <w:rsid w:val="00E27C89"/>
    <w:rsid w:val="00E27DE3"/>
    <w:rsid w:val="00E3084B"/>
    <w:rsid w:val="00E31C12"/>
    <w:rsid w:val="00E346CA"/>
    <w:rsid w:val="00E352F6"/>
    <w:rsid w:val="00E3560C"/>
    <w:rsid w:val="00E3632C"/>
    <w:rsid w:val="00E36729"/>
    <w:rsid w:val="00E412B3"/>
    <w:rsid w:val="00E42D5B"/>
    <w:rsid w:val="00E4557F"/>
    <w:rsid w:val="00E47752"/>
    <w:rsid w:val="00E5077F"/>
    <w:rsid w:val="00E50E2C"/>
    <w:rsid w:val="00E514EB"/>
    <w:rsid w:val="00E516D0"/>
    <w:rsid w:val="00E51D27"/>
    <w:rsid w:val="00E543C0"/>
    <w:rsid w:val="00E60391"/>
    <w:rsid w:val="00E616AC"/>
    <w:rsid w:val="00E63A1F"/>
    <w:rsid w:val="00E640C2"/>
    <w:rsid w:val="00E65927"/>
    <w:rsid w:val="00E660C9"/>
    <w:rsid w:val="00E70313"/>
    <w:rsid w:val="00E70502"/>
    <w:rsid w:val="00E711CF"/>
    <w:rsid w:val="00E715E5"/>
    <w:rsid w:val="00E71CE8"/>
    <w:rsid w:val="00E72F8E"/>
    <w:rsid w:val="00E76B50"/>
    <w:rsid w:val="00E76BCE"/>
    <w:rsid w:val="00E776DD"/>
    <w:rsid w:val="00E80C57"/>
    <w:rsid w:val="00E8107F"/>
    <w:rsid w:val="00E85855"/>
    <w:rsid w:val="00E85978"/>
    <w:rsid w:val="00E879AE"/>
    <w:rsid w:val="00E87B09"/>
    <w:rsid w:val="00E87C8E"/>
    <w:rsid w:val="00E92D59"/>
    <w:rsid w:val="00E93F90"/>
    <w:rsid w:val="00E964EA"/>
    <w:rsid w:val="00E96C3C"/>
    <w:rsid w:val="00EA136E"/>
    <w:rsid w:val="00EA17CE"/>
    <w:rsid w:val="00EA188F"/>
    <w:rsid w:val="00EA4F88"/>
    <w:rsid w:val="00EA61C9"/>
    <w:rsid w:val="00EA621D"/>
    <w:rsid w:val="00EA6391"/>
    <w:rsid w:val="00EB3036"/>
    <w:rsid w:val="00EB4A0C"/>
    <w:rsid w:val="00EB6AA8"/>
    <w:rsid w:val="00EB6CF1"/>
    <w:rsid w:val="00EB7963"/>
    <w:rsid w:val="00EC0BCB"/>
    <w:rsid w:val="00EC272A"/>
    <w:rsid w:val="00EC5F45"/>
    <w:rsid w:val="00ED028A"/>
    <w:rsid w:val="00ED2DAC"/>
    <w:rsid w:val="00ED3AC3"/>
    <w:rsid w:val="00ED3F02"/>
    <w:rsid w:val="00ED3FF3"/>
    <w:rsid w:val="00EE0985"/>
    <w:rsid w:val="00EE16CA"/>
    <w:rsid w:val="00EE3499"/>
    <w:rsid w:val="00EE5A01"/>
    <w:rsid w:val="00EE5D0B"/>
    <w:rsid w:val="00EE6B58"/>
    <w:rsid w:val="00EE7E00"/>
    <w:rsid w:val="00EF241E"/>
    <w:rsid w:val="00EF26DA"/>
    <w:rsid w:val="00EF2C7B"/>
    <w:rsid w:val="00EF40D9"/>
    <w:rsid w:val="00EF537D"/>
    <w:rsid w:val="00EF6320"/>
    <w:rsid w:val="00F0059E"/>
    <w:rsid w:val="00F0114C"/>
    <w:rsid w:val="00F0174B"/>
    <w:rsid w:val="00F02F34"/>
    <w:rsid w:val="00F06C67"/>
    <w:rsid w:val="00F074C1"/>
    <w:rsid w:val="00F10306"/>
    <w:rsid w:val="00F1077D"/>
    <w:rsid w:val="00F120CD"/>
    <w:rsid w:val="00F1221A"/>
    <w:rsid w:val="00F12713"/>
    <w:rsid w:val="00F13099"/>
    <w:rsid w:val="00F14112"/>
    <w:rsid w:val="00F15557"/>
    <w:rsid w:val="00F1626F"/>
    <w:rsid w:val="00F1637D"/>
    <w:rsid w:val="00F16894"/>
    <w:rsid w:val="00F1770D"/>
    <w:rsid w:val="00F21D45"/>
    <w:rsid w:val="00F23A21"/>
    <w:rsid w:val="00F23C1D"/>
    <w:rsid w:val="00F249A7"/>
    <w:rsid w:val="00F25C3A"/>
    <w:rsid w:val="00F27D33"/>
    <w:rsid w:val="00F30AD2"/>
    <w:rsid w:val="00F31900"/>
    <w:rsid w:val="00F3335C"/>
    <w:rsid w:val="00F33999"/>
    <w:rsid w:val="00F35F34"/>
    <w:rsid w:val="00F37321"/>
    <w:rsid w:val="00F42451"/>
    <w:rsid w:val="00F43153"/>
    <w:rsid w:val="00F43257"/>
    <w:rsid w:val="00F43DB8"/>
    <w:rsid w:val="00F46024"/>
    <w:rsid w:val="00F51B6F"/>
    <w:rsid w:val="00F57917"/>
    <w:rsid w:val="00F57FBF"/>
    <w:rsid w:val="00F608A4"/>
    <w:rsid w:val="00F6122C"/>
    <w:rsid w:val="00F62E54"/>
    <w:rsid w:val="00F63F40"/>
    <w:rsid w:val="00F664B0"/>
    <w:rsid w:val="00F66D2D"/>
    <w:rsid w:val="00F70B89"/>
    <w:rsid w:val="00F71E81"/>
    <w:rsid w:val="00F72537"/>
    <w:rsid w:val="00F76BE0"/>
    <w:rsid w:val="00F80A9F"/>
    <w:rsid w:val="00F814E3"/>
    <w:rsid w:val="00F816ED"/>
    <w:rsid w:val="00F82471"/>
    <w:rsid w:val="00F83F86"/>
    <w:rsid w:val="00F842E3"/>
    <w:rsid w:val="00F855D0"/>
    <w:rsid w:val="00F8773C"/>
    <w:rsid w:val="00F91FE6"/>
    <w:rsid w:val="00F92143"/>
    <w:rsid w:val="00F935E4"/>
    <w:rsid w:val="00F9407A"/>
    <w:rsid w:val="00F964FF"/>
    <w:rsid w:val="00F9664A"/>
    <w:rsid w:val="00F976CC"/>
    <w:rsid w:val="00F97EA7"/>
    <w:rsid w:val="00FA0306"/>
    <w:rsid w:val="00FA0A04"/>
    <w:rsid w:val="00FA2649"/>
    <w:rsid w:val="00FA3FA4"/>
    <w:rsid w:val="00FA4955"/>
    <w:rsid w:val="00FA51B6"/>
    <w:rsid w:val="00FB1113"/>
    <w:rsid w:val="00FB162F"/>
    <w:rsid w:val="00FB2CE6"/>
    <w:rsid w:val="00FB3B80"/>
    <w:rsid w:val="00FB5972"/>
    <w:rsid w:val="00FB6C4D"/>
    <w:rsid w:val="00FB792B"/>
    <w:rsid w:val="00FB7EAB"/>
    <w:rsid w:val="00FC191F"/>
    <w:rsid w:val="00FC28C1"/>
    <w:rsid w:val="00FC4A7A"/>
    <w:rsid w:val="00FC4BDE"/>
    <w:rsid w:val="00FC7375"/>
    <w:rsid w:val="00FD0067"/>
    <w:rsid w:val="00FD21B4"/>
    <w:rsid w:val="00FD42D6"/>
    <w:rsid w:val="00FD5A40"/>
    <w:rsid w:val="00FD744E"/>
    <w:rsid w:val="00FE0100"/>
    <w:rsid w:val="00FE0FAB"/>
    <w:rsid w:val="00FE400D"/>
    <w:rsid w:val="00FE5209"/>
    <w:rsid w:val="00FE5560"/>
    <w:rsid w:val="00FE559E"/>
    <w:rsid w:val="00FE630C"/>
    <w:rsid w:val="00FF1583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57E207"/>
  <w15:chartTrackingRefBased/>
  <w15:docId w15:val="{DD318FE5-E1AE-4FC0-AF75-D4801878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sid w:val="003B6DC7"/>
    <w:rPr>
      <w:sz w:val="24"/>
    </w:rPr>
  </w:style>
  <w:style w:type="paragraph" w:styleId="Antrat1">
    <w:name w:val="heading 1"/>
    <w:basedOn w:val="prastasis"/>
    <w:next w:val="prastasis"/>
    <w:link w:val="Antrat1Diagrama"/>
    <w:qFormat/>
    <w:pPr>
      <w:keepNext/>
      <w:ind w:left="397"/>
      <w:outlineLvl w:val="0"/>
    </w:pPr>
    <w:rPr>
      <w:b/>
      <w:caps/>
      <w:kern w:val="28"/>
      <w:lang w:val="en-US" w:eastAsia="x-none"/>
    </w:rPr>
  </w:style>
  <w:style w:type="paragraph" w:styleId="Antrat2">
    <w:name w:val="heading 2"/>
    <w:basedOn w:val="prastasis"/>
    <w:next w:val="prastasis"/>
    <w:qFormat/>
    <w:pPr>
      <w:keepNext/>
      <w:ind w:left="397"/>
      <w:outlineLvl w:val="1"/>
    </w:pPr>
    <w:rPr>
      <w:b/>
      <w:lang w:val="en-US"/>
    </w:rPr>
  </w:style>
  <w:style w:type="paragraph" w:styleId="Antrat3">
    <w:name w:val="heading 3"/>
    <w:basedOn w:val="prastasis"/>
    <w:next w:val="prastasis"/>
    <w:qFormat/>
    <w:pPr>
      <w:keepNext/>
      <w:ind w:left="397"/>
      <w:outlineLvl w:val="2"/>
    </w:pPr>
    <w:rPr>
      <w:lang w:val="en-US"/>
    </w:rPr>
  </w:style>
  <w:style w:type="paragraph" w:styleId="Antrat4">
    <w:name w:val="heading 4"/>
    <w:basedOn w:val="prastasis"/>
    <w:next w:val="prastasis"/>
    <w:qFormat/>
    <w:pPr>
      <w:keepNext/>
      <w:ind w:left="397"/>
      <w:outlineLvl w:val="3"/>
    </w:pPr>
    <w:rPr>
      <w:lang w:val="en-US"/>
    </w:rPr>
  </w:style>
  <w:style w:type="paragraph" w:styleId="Antrat5">
    <w:name w:val="heading 5"/>
    <w:basedOn w:val="prastasis"/>
    <w:next w:val="prastasis"/>
    <w:link w:val="Antrat5Diagrama"/>
    <w:qFormat/>
    <w:rsid w:val="00F72537"/>
    <w:pPr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eastAsia="en-US"/>
    </w:rPr>
  </w:style>
  <w:style w:type="paragraph" w:styleId="Antrat6">
    <w:name w:val="heading 6"/>
    <w:basedOn w:val="prastasis"/>
    <w:next w:val="prastasis"/>
    <w:link w:val="Antrat6Diagrama"/>
    <w:qFormat/>
    <w:rsid w:val="00F72537"/>
    <w:pPr>
      <w:spacing w:before="240" w:after="60"/>
      <w:ind w:left="1152" w:hanging="1152"/>
      <w:outlineLvl w:val="5"/>
    </w:pPr>
    <w:rPr>
      <w:rFonts w:eastAsia="Batang"/>
      <w:b/>
      <w:bCs/>
      <w:sz w:val="22"/>
      <w:szCs w:val="22"/>
      <w:lang w:eastAsia="en-US"/>
    </w:rPr>
  </w:style>
  <w:style w:type="paragraph" w:styleId="Antrat7">
    <w:name w:val="heading 7"/>
    <w:basedOn w:val="prastasis"/>
    <w:next w:val="prastasis"/>
    <w:link w:val="Antrat7Diagrama"/>
    <w:qFormat/>
    <w:rsid w:val="00F72537"/>
    <w:pPr>
      <w:spacing w:before="240" w:after="60"/>
      <w:ind w:left="1296" w:hanging="1296"/>
      <w:outlineLvl w:val="6"/>
    </w:pPr>
    <w:rPr>
      <w:rFonts w:eastAsia="Batang"/>
      <w:szCs w:val="24"/>
      <w:lang w:eastAsia="en-US"/>
    </w:rPr>
  </w:style>
  <w:style w:type="paragraph" w:styleId="Antrat8">
    <w:name w:val="heading 8"/>
    <w:basedOn w:val="prastasis"/>
    <w:next w:val="prastasis"/>
    <w:link w:val="Antrat8Diagrama"/>
    <w:qFormat/>
    <w:rsid w:val="00F72537"/>
    <w:pPr>
      <w:spacing w:before="240" w:after="60"/>
      <w:ind w:left="1440" w:hanging="1440"/>
      <w:outlineLvl w:val="7"/>
    </w:pPr>
    <w:rPr>
      <w:rFonts w:eastAsia="Batang"/>
      <w:i/>
      <w:iCs/>
      <w:szCs w:val="24"/>
      <w:lang w:eastAsia="en-US"/>
    </w:rPr>
  </w:style>
  <w:style w:type="paragraph" w:styleId="Antrat9">
    <w:name w:val="heading 9"/>
    <w:basedOn w:val="prastasis"/>
    <w:next w:val="prastasis"/>
    <w:link w:val="Antrat9Diagrama"/>
    <w:qFormat/>
    <w:rsid w:val="00F72537"/>
    <w:pPr>
      <w:spacing w:before="240" w:after="60"/>
      <w:ind w:left="1584" w:hanging="1584"/>
      <w:outlineLvl w:val="8"/>
    </w:pPr>
    <w:rPr>
      <w:rFonts w:ascii="Arial" w:eastAsia="Batang" w:hAnsi="Arial" w:cs="Arial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pPr>
      <w:tabs>
        <w:tab w:val="left" w:pos="1985"/>
      </w:tabs>
    </w:pPr>
    <w:rPr>
      <w:lang w:val="en-US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</w:pPr>
  </w:style>
  <w:style w:type="paragraph" w:customStyle="1" w:styleId="futeris">
    <w:name w:val="futeris"/>
    <w:basedOn w:val="prastasis"/>
    <w:pPr>
      <w:spacing w:before="120"/>
      <w:ind w:firstLine="426"/>
      <w:jc w:val="both"/>
    </w:pPr>
    <w:rPr>
      <w:rFonts w:ascii="TimesLT" w:hAnsi="TimesLT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left="546" w:firstLine="573"/>
    </w:p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rPr>
      <w:color w:val="0000FF"/>
      <w:u w:val="single"/>
    </w:rPr>
  </w:style>
  <w:style w:type="paragraph" w:styleId="Pagrindiniotekstotrauka3">
    <w:name w:val="Body Text Indent 3"/>
    <w:basedOn w:val="prastasis"/>
    <w:pPr>
      <w:spacing w:after="120"/>
      <w:ind w:left="283"/>
    </w:pPr>
    <w:rPr>
      <w:sz w:val="16"/>
      <w:szCs w:val="16"/>
    </w:rPr>
  </w:style>
  <w:style w:type="character" w:customStyle="1" w:styleId="apple-style-span">
    <w:name w:val="apple-style-span"/>
    <w:basedOn w:val="Numatytasispastraiposriftas"/>
    <w:rsid w:val="00311E67"/>
  </w:style>
  <w:style w:type="character" w:customStyle="1" w:styleId="apple-converted-space">
    <w:name w:val="apple-converted-space"/>
    <w:basedOn w:val="Numatytasispastraiposriftas"/>
    <w:rsid w:val="00311E67"/>
  </w:style>
  <w:style w:type="paragraph" w:customStyle="1" w:styleId="prastasistinklapis">
    <w:name w:val="Įprastasis (tinklapis)"/>
    <w:basedOn w:val="prastasis"/>
    <w:rsid w:val="00A6674F"/>
    <w:pPr>
      <w:spacing w:before="100" w:beforeAutospacing="1" w:after="100" w:afterAutospacing="1"/>
    </w:pPr>
    <w:rPr>
      <w:szCs w:val="24"/>
    </w:rPr>
  </w:style>
  <w:style w:type="paragraph" w:styleId="Pagrindiniotekstotrauka2">
    <w:name w:val="Body Text Indent 2"/>
    <w:basedOn w:val="prastasis"/>
    <w:rsid w:val="006D3BCC"/>
    <w:pPr>
      <w:spacing w:after="120" w:line="480" w:lineRule="auto"/>
      <w:ind w:left="283"/>
    </w:pPr>
  </w:style>
  <w:style w:type="table" w:styleId="Lentelstinklelis">
    <w:name w:val="Table Grid"/>
    <w:basedOn w:val="prastojilentel"/>
    <w:rsid w:val="00F30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BD5C1C"/>
    <w:pPr>
      <w:shd w:val="clear" w:color="auto" w:fill="000080"/>
    </w:pPr>
    <w:rPr>
      <w:rFonts w:ascii="Tahoma" w:hAnsi="Tahoma" w:cs="Tahoma"/>
      <w:sz w:val="20"/>
    </w:rPr>
  </w:style>
  <w:style w:type="character" w:styleId="Komentaronuoroda">
    <w:name w:val="annotation reference"/>
    <w:rsid w:val="00AB1BF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B1BF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B1BFF"/>
  </w:style>
  <w:style w:type="paragraph" w:styleId="Komentarotema">
    <w:name w:val="annotation subject"/>
    <w:basedOn w:val="Komentarotekstas"/>
    <w:next w:val="Komentarotekstas"/>
    <w:link w:val="KomentarotemaDiagrama"/>
    <w:rsid w:val="00AB1BFF"/>
    <w:rPr>
      <w:b/>
      <w:bCs/>
      <w:lang w:val="x-none" w:eastAsia="x-none"/>
    </w:rPr>
  </w:style>
  <w:style w:type="character" w:customStyle="1" w:styleId="KomentarotemaDiagrama">
    <w:name w:val="Komentaro tema Diagrama"/>
    <w:link w:val="Komentarotema"/>
    <w:rsid w:val="00AB1BFF"/>
    <w:rPr>
      <w:b/>
      <w:bCs/>
    </w:rPr>
  </w:style>
  <w:style w:type="paragraph" w:styleId="Dokumentoinaostekstas">
    <w:name w:val="endnote text"/>
    <w:basedOn w:val="prastasis"/>
    <w:link w:val="DokumentoinaostekstasDiagrama"/>
    <w:rsid w:val="00961E96"/>
    <w:rPr>
      <w:sz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961E96"/>
  </w:style>
  <w:style w:type="character" w:styleId="Dokumentoinaosnumeris">
    <w:name w:val="endnote reference"/>
    <w:rsid w:val="00961E96"/>
    <w:rPr>
      <w:vertAlign w:val="superscript"/>
    </w:rPr>
  </w:style>
  <w:style w:type="character" w:customStyle="1" w:styleId="Antrat1Diagrama">
    <w:name w:val="Antraštė 1 Diagrama"/>
    <w:link w:val="Antrat1"/>
    <w:uiPriority w:val="9"/>
    <w:rsid w:val="00D03204"/>
    <w:rPr>
      <w:b/>
      <w:caps/>
      <w:kern w:val="28"/>
      <w:sz w:val="24"/>
      <w:lang w:val="en-US"/>
    </w:rPr>
  </w:style>
  <w:style w:type="paragraph" w:customStyle="1" w:styleId="Stilius1">
    <w:name w:val="Stilius1"/>
    <w:basedOn w:val="Antrat1"/>
    <w:link w:val="Stilius1Diagrama"/>
    <w:qFormat/>
    <w:rsid w:val="00871B5E"/>
    <w:rPr>
      <w:rFonts w:ascii="Arial" w:hAnsi="Arial"/>
      <w:caps w:val="0"/>
      <w:sz w:val="22"/>
    </w:rPr>
  </w:style>
  <w:style w:type="paragraph" w:styleId="Turinys1">
    <w:name w:val="toc 1"/>
    <w:basedOn w:val="prastasis"/>
    <w:next w:val="prastasis"/>
    <w:autoRedefine/>
    <w:uiPriority w:val="39"/>
    <w:rsid w:val="00147290"/>
  </w:style>
  <w:style w:type="character" w:customStyle="1" w:styleId="Stilius1Diagrama">
    <w:name w:val="Stilius1 Diagrama"/>
    <w:link w:val="Stilius1"/>
    <w:rsid w:val="00871B5E"/>
    <w:rPr>
      <w:rFonts w:ascii="Arial" w:hAnsi="Arial"/>
      <w:b/>
      <w:caps w:val="0"/>
      <w:kern w:val="28"/>
      <w:sz w:val="22"/>
      <w:lang w:val="en-US"/>
    </w:rPr>
  </w:style>
  <w:style w:type="character" w:customStyle="1" w:styleId="PoratDiagrama">
    <w:name w:val="Poraštė Diagrama"/>
    <w:link w:val="Porat"/>
    <w:uiPriority w:val="99"/>
    <w:rsid w:val="00525AF1"/>
    <w:rPr>
      <w:sz w:val="24"/>
      <w:lang w:eastAsia="lt-LT"/>
    </w:rPr>
  </w:style>
  <w:style w:type="character" w:customStyle="1" w:styleId="Antrat5Diagrama">
    <w:name w:val="Antraštė 5 Diagrama"/>
    <w:link w:val="Antrat5"/>
    <w:rsid w:val="00F72537"/>
    <w:rPr>
      <w:rFonts w:eastAsia="Batang"/>
      <w:b/>
      <w:bCs/>
      <w:i/>
      <w:iCs/>
      <w:sz w:val="26"/>
      <w:szCs w:val="26"/>
      <w:lang w:val="lt-LT"/>
    </w:rPr>
  </w:style>
  <w:style w:type="character" w:customStyle="1" w:styleId="Antrat6Diagrama">
    <w:name w:val="Antraštė 6 Diagrama"/>
    <w:link w:val="Antrat6"/>
    <w:rsid w:val="00F72537"/>
    <w:rPr>
      <w:rFonts w:eastAsia="Batang"/>
      <w:b/>
      <w:bCs/>
      <w:sz w:val="22"/>
      <w:szCs w:val="22"/>
      <w:lang w:val="lt-LT"/>
    </w:rPr>
  </w:style>
  <w:style w:type="character" w:customStyle="1" w:styleId="Antrat7Diagrama">
    <w:name w:val="Antraštė 7 Diagrama"/>
    <w:link w:val="Antrat7"/>
    <w:rsid w:val="00F72537"/>
    <w:rPr>
      <w:rFonts w:eastAsia="Batang"/>
      <w:sz w:val="24"/>
      <w:szCs w:val="24"/>
      <w:lang w:val="lt-LT"/>
    </w:rPr>
  </w:style>
  <w:style w:type="character" w:customStyle="1" w:styleId="Antrat8Diagrama">
    <w:name w:val="Antraštė 8 Diagrama"/>
    <w:link w:val="Antrat8"/>
    <w:rsid w:val="00F72537"/>
    <w:rPr>
      <w:rFonts w:eastAsia="Batang"/>
      <w:i/>
      <w:iCs/>
      <w:sz w:val="24"/>
      <w:szCs w:val="24"/>
      <w:lang w:val="lt-LT"/>
    </w:rPr>
  </w:style>
  <w:style w:type="character" w:customStyle="1" w:styleId="Antrat9Diagrama">
    <w:name w:val="Antraštė 9 Diagrama"/>
    <w:link w:val="Antrat9"/>
    <w:rsid w:val="00F72537"/>
    <w:rPr>
      <w:rFonts w:ascii="Arial" w:eastAsia="Batang" w:hAnsi="Arial" w:cs="Arial"/>
      <w:sz w:val="22"/>
      <w:szCs w:val="22"/>
      <w:lang w:val="lt-LT"/>
    </w:rPr>
  </w:style>
  <w:style w:type="paragraph" w:customStyle="1" w:styleId="TableParagraph">
    <w:name w:val="Table Paragraph"/>
    <w:basedOn w:val="prastasis"/>
    <w:uiPriority w:val="1"/>
    <w:qFormat/>
    <w:rsid w:val="00546440"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paragraph" w:styleId="Sraopastraipa">
    <w:name w:val="List Paragraph"/>
    <w:basedOn w:val="prastasis"/>
    <w:uiPriority w:val="34"/>
    <w:qFormat/>
    <w:rsid w:val="000D41B1"/>
    <w:pPr>
      <w:ind w:left="1296"/>
    </w:pPr>
  </w:style>
  <w:style w:type="paragraph" w:styleId="Betarp">
    <w:name w:val="No Spacing"/>
    <w:uiPriority w:val="99"/>
    <w:qFormat/>
    <w:rsid w:val="006F456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Aiskin_ras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32AF1-BD03-4565-87E6-9557ABE9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Aiskin_rastas</Template>
  <TotalTime>0</TotalTime>
  <Pages>1</Pages>
  <Words>85</Words>
  <Characters>589</Characters>
  <Application>Microsoft Office Word</Application>
  <DocSecurity>4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SĄNAUDŲ KIEKIŲ ŽINIARAŠTIS</vt:lpstr>
      <vt:lpstr>SĄNAUDŲ KIEKIŲ ŽINIARAŠTIS</vt:lpstr>
    </vt:vector>
  </TitlesOfParts>
  <Company>Kelprojektas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SĄNAUDŲ KIEKIŲ ŽINIARAŠTIS</dc:title>
  <dc:creator>Algimantas</dc:creator>
  <cp:lastModifiedBy>Rūta Balsytė</cp:lastModifiedBy>
  <cp:revision>2</cp:revision>
  <cp:lastPrinted>2018-01-24T11:05:00Z</cp:lastPrinted>
  <dcterms:created xsi:type="dcterms:W3CDTF">2025-01-13T14:54:00Z</dcterms:created>
  <dcterms:modified xsi:type="dcterms:W3CDTF">2025-01-13T14:54:00Z</dcterms:modified>
</cp:coreProperties>
</file>